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58A35" w14:textId="0F197457" w:rsidR="00535E9B" w:rsidRDefault="00B67D3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bookmarkStart w:id="6" w:name="_GoBack"/>
      <w:bookmarkEnd w:id="6"/>
      <w:r w:rsidRPr="00B67D39">
        <w:rPr>
          <w:rFonts w:ascii="Verdana" w:eastAsia="Verdana" w:hAnsi="Verdana" w:cs="Times New Roman"/>
          <w:b/>
        </w:rPr>
        <w:t>ZAŁĄCZNIK N</w:t>
      </w:r>
      <w:r w:rsidR="00285DD6">
        <w:rPr>
          <w:rFonts w:ascii="Verdana" w:eastAsia="Verdana" w:hAnsi="Verdana" w:cs="Times New Roman"/>
          <w:b/>
        </w:rPr>
        <w:t>R 3 DO SWZ -  FORMULARZ OFERTY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285DD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285DD6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285DD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7AA5319" w14:textId="4DB85E88" w:rsidR="00285DD6" w:rsidRPr="00EE1D89" w:rsidRDefault="00B67D39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285DD6" w:rsidRPr="006B56FD">
              <w:rPr>
                <w:rFonts w:asciiTheme="minorHAnsi" w:hAnsiTheme="minorHAnsi" w:cstheme="minorHAnsi"/>
                <w:b/>
              </w:rPr>
              <w:t xml:space="preserve"> </w:t>
            </w:r>
            <w:r w:rsidR="00285DD6" w:rsidRPr="00EE1D89">
              <w:rPr>
                <w:rFonts w:asciiTheme="minorHAnsi" w:hAnsiTheme="minorHAnsi" w:cstheme="minorHAnsi"/>
                <w:b/>
                <w:sz w:val="20"/>
              </w:rPr>
              <w:t>Warszawa</w:t>
            </w:r>
          </w:p>
          <w:p w14:paraId="1C42C22C" w14:textId="77777777" w:rsidR="00285DD6" w:rsidRPr="00EE1D89" w:rsidRDefault="00285DD6" w:rsidP="00285DD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EE1D89">
              <w:rPr>
                <w:rFonts w:asciiTheme="minorHAnsi" w:hAnsiTheme="minorHAnsi" w:cstheme="minorHAnsi"/>
                <w:color w:val="000000"/>
                <w:sz w:val="20"/>
              </w:rPr>
              <w:t>ul. Marsa 95, 04-470 Warszawa</w:t>
            </w:r>
          </w:p>
          <w:p w14:paraId="3F4CA6ED" w14:textId="652AD7EC" w:rsidR="00B67D39" w:rsidRPr="006B56FD" w:rsidRDefault="00B67D39" w:rsidP="00285DD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3B63659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07494D9E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4555BC84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</w:p>
    <w:p w14:paraId="374FBE27" w14:textId="6E734598" w:rsidR="00A62B4C" w:rsidRDefault="00A62B4C" w:rsidP="00A62B4C">
      <w:pPr>
        <w:rPr>
          <w:rFonts w:eastAsia="Verdana" w:cs="Times New Roman"/>
          <w:szCs w:val="18"/>
        </w:rPr>
      </w:pPr>
    </w:p>
    <w:p w14:paraId="6C3F2D52" w14:textId="461D7039" w:rsidR="00493E02" w:rsidRPr="00B67D39" w:rsidRDefault="00493E02" w:rsidP="00A62B4C">
      <w:pPr>
        <w:rPr>
          <w:rFonts w:eastAsia="Verdana" w:cs="Times New Roman"/>
          <w:szCs w:val="18"/>
        </w:rPr>
      </w:pPr>
    </w:p>
    <w:p w14:paraId="28DC2734" w14:textId="60F861F1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nr_postepowania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493E02" w:rsidRPr="00221141">
        <w:rPr>
          <w:rFonts w:cstheme="minorHAnsi"/>
          <w:noProof/>
          <w:szCs w:val="18"/>
          <w:lang w:eastAsia="pl-PL"/>
        </w:rPr>
        <w:t>POST/DYS/OW/GZ/00132/2026</w:t>
      </w:r>
      <w:r w:rsidR="00285DD6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85DD6">
        <w:rPr>
          <w:rFonts w:cstheme="minorHAnsi"/>
          <w:szCs w:val="18"/>
          <w:lang w:eastAsia="pl-PL"/>
        </w:rPr>
        <w:fldChar w:fldCharType="begin"/>
      </w:r>
      <w:r w:rsidR="00285DD6">
        <w:rPr>
          <w:rFonts w:cstheme="minorHAnsi"/>
          <w:szCs w:val="18"/>
          <w:lang w:eastAsia="pl-PL"/>
        </w:rPr>
        <w:instrText xml:space="preserve"> MERGEFIELD nazwa_post </w:instrText>
      </w:r>
      <w:r w:rsidR="00285DD6">
        <w:rPr>
          <w:rFonts w:cstheme="minorHAnsi"/>
          <w:szCs w:val="18"/>
          <w:lang w:eastAsia="pl-PL"/>
        </w:rPr>
        <w:fldChar w:fldCharType="separate"/>
      </w:r>
      <w:r w:rsidR="00493E02" w:rsidRPr="00221141">
        <w:rPr>
          <w:rFonts w:cstheme="minorHAnsi"/>
          <w:noProof/>
          <w:szCs w:val="18"/>
          <w:lang w:eastAsia="pl-PL"/>
        </w:rPr>
        <w:t>Prace przyłączeniowe w podziale na: ZADANIE 1: Przyłączenia w m. Ostrołęka gm. Ostrołęka. Umowa nr 24-G0/S/00208, D1GI/24PG600467 ZADANIE 2: Przyłączenia w m. Zagościniec gm. Wołomin. Umowa nr 20-G0/S/00544, 20-G0/S/00545 D1GI/21OG300002</w:t>
      </w:r>
      <w:r w:rsidR="00285DD6">
        <w:rPr>
          <w:rFonts w:cstheme="minorHAnsi"/>
          <w:szCs w:val="18"/>
          <w:lang w:eastAsia="pl-PL"/>
        </w:rPr>
        <w:fldChar w:fldCharType="end"/>
      </w:r>
      <w:r w:rsidR="00285DD6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77777777" w:rsidR="00B67D39" w:rsidRPr="00807D09" w:rsidRDefault="00B67D39" w:rsidP="00807D09">
      <w:pPr>
        <w:spacing w:line="240" w:lineRule="exact"/>
        <w:ind w:firstLine="284"/>
        <w:jc w:val="both"/>
        <w:rPr>
          <w:rFonts w:cstheme="minorHAnsi"/>
          <w:b/>
          <w:szCs w:val="18"/>
        </w:rPr>
      </w:pPr>
      <w:r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27BBBAEF" w14:textId="5D13896C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142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OSOBA UPRAWNIONA DO UDZIAŁU W AUKCJI ELEKTRONICZNEJ:</w:t>
      </w:r>
      <w:r w:rsidRPr="00B67D39">
        <w:rPr>
          <w:rFonts w:cstheme="minorHAnsi"/>
          <w:szCs w:val="18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6A16156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67FF1B1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073B7102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7CAE060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81FE014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3C760F19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CD9F00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4D0EAF9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3758C7C1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2F054AD9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3FD93646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257A6F78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53D953E2" w14:textId="359B7E2A" w:rsidR="00F72FB0" w:rsidRPr="00B67D39" w:rsidRDefault="00F72FB0" w:rsidP="00F72FB0">
      <w:pPr>
        <w:tabs>
          <w:tab w:val="center" w:pos="4536"/>
          <w:tab w:val="right" w:pos="9072"/>
        </w:tabs>
        <w:spacing w:line="240" w:lineRule="exact"/>
        <w:rPr>
          <w:rFonts w:cstheme="minorHAnsi"/>
          <w:szCs w:val="18"/>
        </w:rPr>
      </w:pPr>
    </w:p>
    <w:p w14:paraId="3C6DBA0A" w14:textId="1BD6020F" w:rsidR="00B67D39" w:rsidRDefault="00B67D39" w:rsidP="00A21DAA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807D09">
        <w:rPr>
          <w:rFonts w:cstheme="minorHAnsi"/>
          <w:b/>
        </w:rPr>
        <w:t>CENA OFERTY</w:t>
      </w:r>
      <w:r w:rsidRPr="00807D09">
        <w:rPr>
          <w:rStyle w:val="Odwoanieprzypisudolnego"/>
          <w:rFonts w:cstheme="minorHAnsi"/>
          <w:b/>
        </w:rPr>
        <w:footnoteReference w:id="2"/>
      </w:r>
      <w:r w:rsidRPr="00807D09">
        <w:rPr>
          <w:rFonts w:cstheme="minorHAnsi"/>
          <w:b/>
        </w:rPr>
        <w:t>:</w:t>
      </w:r>
    </w:p>
    <w:p w14:paraId="74087F3C" w14:textId="77777777" w:rsidR="000B53B2" w:rsidRDefault="000B53B2" w:rsidP="006B49A3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1</w:t>
      </w:r>
    </w:p>
    <w:p w14:paraId="5886F091" w14:textId="40C22B6B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4BC7C9D6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4A96E471" w14:textId="77777777" w:rsidR="00B67D39" w:rsidRPr="00B67D39" w:rsidRDefault="00B67D39" w:rsidP="006B49A3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lastRenderedPageBreak/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52800A46" w14:textId="77777777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</w:p>
    <w:p w14:paraId="1B0072E0" w14:textId="30B212BE" w:rsidR="000B53B2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Zadanie nr 2</w:t>
      </w:r>
    </w:p>
    <w:p w14:paraId="7B43CDCB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netto</w:t>
      </w:r>
      <w:r w:rsidRPr="00B67D39">
        <w:rPr>
          <w:rFonts w:cstheme="minorHAnsi"/>
          <w:szCs w:val="18"/>
        </w:rPr>
        <w:t xml:space="preserve"> .....................................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........................................)</w:t>
      </w:r>
    </w:p>
    <w:p w14:paraId="733ADD74" w14:textId="77777777" w:rsidR="000B53B2" w:rsidRPr="00B67D39" w:rsidRDefault="000B53B2" w:rsidP="000B53B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Wartość podatku VAT</w:t>
      </w:r>
      <w:r w:rsidRPr="00B67D39">
        <w:rPr>
          <w:rFonts w:cstheme="minorHAnsi"/>
          <w:szCs w:val="18"/>
        </w:rPr>
        <w:t xml:space="preserve"> .................. </w:t>
      </w:r>
      <w:r w:rsidRPr="00B67D39">
        <w:rPr>
          <w:rFonts w:cstheme="minorHAnsi"/>
          <w:b/>
          <w:szCs w:val="18"/>
        </w:rPr>
        <w:t>zł,</w:t>
      </w:r>
      <w:r w:rsidRPr="00B67D39">
        <w:rPr>
          <w:rFonts w:cstheme="minorHAnsi"/>
          <w:szCs w:val="18"/>
        </w:rPr>
        <w:t xml:space="preserve">   według stawki ……..…. %</w:t>
      </w:r>
    </w:p>
    <w:p w14:paraId="2B8EC28F" w14:textId="06DD8F43" w:rsidR="000D6C8E" w:rsidRPr="00493E02" w:rsidRDefault="000B53B2" w:rsidP="00493E02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Cena brutto</w:t>
      </w:r>
      <w:r w:rsidRPr="00B67D39">
        <w:rPr>
          <w:rFonts w:cstheme="minorHAnsi"/>
          <w:szCs w:val="18"/>
        </w:rPr>
        <w:t xml:space="preserve"> ................................. </w:t>
      </w:r>
      <w:r w:rsidRPr="00B67D39">
        <w:rPr>
          <w:rFonts w:cstheme="minorHAnsi"/>
          <w:b/>
          <w:szCs w:val="18"/>
        </w:rPr>
        <w:t>zł</w:t>
      </w:r>
      <w:r w:rsidRPr="00B67D39">
        <w:rPr>
          <w:rFonts w:cstheme="minorHAnsi"/>
          <w:szCs w:val="18"/>
        </w:rPr>
        <w:t xml:space="preserve"> (słownie ...........................................)</w:t>
      </w:r>
    </w:p>
    <w:p w14:paraId="518BA825" w14:textId="70A95178" w:rsidR="00B67D39" w:rsidRPr="00715360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715360">
        <w:rPr>
          <w:rFonts w:cstheme="minorHAnsi"/>
          <w:b/>
        </w:rPr>
        <w:t>OŚWIADCZENIA I INFORMACJE:</w:t>
      </w:r>
    </w:p>
    <w:p w14:paraId="75BE7991" w14:textId="77777777" w:rsidR="00B67D39" w:rsidRPr="00B67D39" w:rsidRDefault="00B67D39" w:rsidP="00B67D39">
      <w:pPr>
        <w:pStyle w:val="Akapitzlist"/>
        <w:spacing w:line="240" w:lineRule="exact"/>
        <w:ind w:left="0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My, niżej podpisani, niniejszym oświadczamy, co następuje</w:t>
      </w:r>
      <w:r w:rsidRPr="00B67D39">
        <w:rPr>
          <w:rFonts w:cstheme="minorHAnsi"/>
          <w:szCs w:val="18"/>
        </w:rPr>
        <w:t>:</w:t>
      </w:r>
    </w:p>
    <w:p w14:paraId="274A9F9F" w14:textId="21A74535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  <w:r w:rsidRPr="00B67D39">
        <w:rPr>
          <w:rFonts w:cstheme="minorHAnsi"/>
          <w:szCs w:val="18"/>
        </w:rPr>
        <w:t>W zakresie warunków udziału w postępowaniu, o których mowa powyżej zamierzamy/nie zamierzamy</w:t>
      </w:r>
      <w:r w:rsidRPr="00B67D39">
        <w:rPr>
          <w:rStyle w:val="Odwoanieprzypisudolnego"/>
          <w:rFonts w:cstheme="minorHAnsi"/>
          <w:szCs w:val="18"/>
        </w:rPr>
        <w:footnoteReference w:id="3"/>
      </w:r>
      <w:r w:rsidRPr="00B67D39">
        <w:rPr>
          <w:rFonts w:cstheme="minorHAnsi"/>
          <w:szCs w:val="18"/>
        </w:rPr>
        <w:t xml:space="preserve">  polegać na potencjale następującego podmiotu udostępniającego zasoby, tj. ……………………………. Zobowiązanie podmiotu do udostępnienia zasobów przekazujemy w załączeniu.</w:t>
      </w:r>
      <w:r w:rsidRPr="00B67D39">
        <w:rPr>
          <w:rFonts w:cstheme="minorHAnsi"/>
          <w:szCs w:val="18"/>
          <w:highlight w:val="yellow"/>
        </w:rPr>
        <w:t xml:space="preserve"> </w:t>
      </w:r>
    </w:p>
    <w:p w14:paraId="74DA589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67D39">
        <w:rPr>
          <w:rFonts w:cstheme="minorHAnsi"/>
          <w:szCs w:val="18"/>
          <w:lang w:eastAsia="pl-PL"/>
        </w:rPr>
        <w:t>przesłanek określonych w pkt. 1.1. ppkt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7786BF0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75A4AE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2DF93D8A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4DBAAFFF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dokumentów. </w:t>
      </w:r>
      <w:r w:rsidRPr="00D9767E">
        <w:rPr>
          <w:rFonts w:cstheme="minorHAnsi"/>
          <w:szCs w:val="18"/>
          <w:lang w:eastAsia="pl-PL"/>
        </w:rPr>
        <w:t>Oświadczamy, że dołożymy należytej staranności, aby nasi pracownicy, współpracownicy, podwykonawcy lub  osoby, przy pomocy, których będziemy świadczyć usługi/dostawy/roboty budowlane przestrzegali postanowień wyżej wymienionych dokumentów</w:t>
      </w:r>
      <w:r w:rsidRPr="00D9767E">
        <w:rPr>
          <w:rFonts w:cstheme="minorHAnsi"/>
          <w:color w:val="092D74" w:themeColor="text2"/>
          <w:szCs w:val="18"/>
          <w:lang w:eastAsia="pl-PL"/>
        </w:rPr>
        <w:t>.</w:t>
      </w:r>
    </w:p>
    <w:p w14:paraId="0DFEB3D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Otrzymaliśmy konieczne informacje do przygotowania Oferty i wykonania Zakupu.</w:t>
      </w:r>
    </w:p>
    <w:p w14:paraId="7F44F4CC" w14:textId="4CD8DCBE" w:rsidR="00B67D39" w:rsidRPr="00D9767E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>Oświadczamy, że</w:t>
      </w:r>
      <w:r w:rsidRPr="00D9767E">
        <w:rPr>
          <w:rStyle w:val="Odwoanieprzypisudolnego"/>
          <w:rFonts w:cstheme="minorHAnsi"/>
          <w:szCs w:val="18"/>
        </w:rPr>
        <w:footnoteReference w:id="4"/>
      </w:r>
      <w:r w:rsidR="00285DD6" w:rsidRPr="00D9767E">
        <w:rPr>
          <w:rFonts w:cstheme="minorHAnsi"/>
          <w:szCs w:val="18"/>
        </w:rPr>
        <w:t xml:space="preserve"> </w:t>
      </w:r>
      <w:r w:rsidRPr="00D9767E">
        <w:rPr>
          <w:rFonts w:cstheme="minorHAnsi"/>
          <w:szCs w:val="18"/>
        </w:rPr>
        <w:t xml:space="preserve">jeśli dotyczy, w przypadku dopuszczenia podwykonawstwa: </w:t>
      </w:r>
    </w:p>
    <w:p w14:paraId="137025D5" w14:textId="77777777" w:rsidR="00B67D39" w:rsidRPr="00D9767E" w:rsidRDefault="00612E59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Przedmiot zamówienia wykonamy siłami własnymi;</w:t>
      </w:r>
    </w:p>
    <w:p w14:paraId="50680943" w14:textId="77777777" w:rsidR="00B67D39" w:rsidRPr="00D9767E" w:rsidRDefault="00612E59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D9767E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D9767E">
        <w:rPr>
          <w:rFonts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2748"/>
        <w:gridCol w:w="6041"/>
      </w:tblGrid>
      <w:tr w:rsidR="00B67D39" w:rsidRPr="00D9767E" w14:paraId="0483770B" w14:textId="77777777" w:rsidTr="009A129D">
        <w:tc>
          <w:tcPr>
            <w:tcW w:w="708" w:type="dxa"/>
            <w:shd w:val="clear" w:color="auto" w:fill="F2F2F2" w:themeFill="background1" w:themeFillShade="F2"/>
          </w:tcPr>
          <w:p w14:paraId="7E6E4871" w14:textId="77777777" w:rsidR="00B67D39" w:rsidRPr="00D9767E" w:rsidRDefault="00B67D39" w:rsidP="00285DD6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Lp.</w:t>
            </w:r>
          </w:p>
        </w:tc>
        <w:tc>
          <w:tcPr>
            <w:tcW w:w="2748" w:type="dxa"/>
            <w:shd w:val="clear" w:color="auto" w:fill="F2F2F2" w:themeFill="background1" w:themeFillShade="F2"/>
          </w:tcPr>
          <w:p w14:paraId="67DE1108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Nazwa i adres podwykonawcy</w:t>
            </w:r>
          </w:p>
        </w:tc>
        <w:tc>
          <w:tcPr>
            <w:tcW w:w="6041" w:type="dxa"/>
            <w:shd w:val="clear" w:color="auto" w:fill="F2F2F2" w:themeFill="background1" w:themeFillShade="F2"/>
          </w:tcPr>
          <w:p w14:paraId="4D405505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Zakres zamówienia, który</w:t>
            </w:r>
          </w:p>
          <w:p w14:paraId="380A76F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D9767E">
              <w:rPr>
                <w:rFonts w:asciiTheme="minorHAnsi" w:hAnsiTheme="minorHAnsi" w:cstheme="minorHAnsi"/>
                <w:szCs w:val="18"/>
              </w:rPr>
              <w:t>zostanie powierzony podwykonawcy</w:t>
            </w:r>
          </w:p>
        </w:tc>
      </w:tr>
      <w:tr w:rsidR="00B67D39" w:rsidRPr="00D9767E" w14:paraId="1BC01446" w14:textId="77777777" w:rsidTr="009A129D">
        <w:tc>
          <w:tcPr>
            <w:tcW w:w="708" w:type="dxa"/>
          </w:tcPr>
          <w:p w14:paraId="427A9E2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751186F1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3C72D0C6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B67D39" w:rsidRPr="00D9767E" w14:paraId="1F778427" w14:textId="77777777" w:rsidTr="009A129D">
        <w:tc>
          <w:tcPr>
            <w:tcW w:w="708" w:type="dxa"/>
          </w:tcPr>
          <w:p w14:paraId="32D67AD3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6932CFBC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5D584C64" w14:textId="77777777" w:rsidR="00B67D39" w:rsidRPr="00D9767E" w:rsidRDefault="00B67D39" w:rsidP="00285DD6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47158E41" w14:textId="77777777" w:rsidR="00B67D39" w:rsidRPr="00D9767E" w:rsidRDefault="00B67D39" w:rsidP="00B67D39">
      <w:pPr>
        <w:pStyle w:val="Akapitzlist"/>
        <w:ind w:left="426"/>
        <w:rPr>
          <w:rFonts w:cstheme="minorHAnsi"/>
          <w:szCs w:val="18"/>
          <w:lang w:eastAsia="pl-PL"/>
        </w:rPr>
      </w:pPr>
    </w:p>
    <w:p w14:paraId="20FF3566" w14:textId="75025593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iCs/>
          <w:szCs w:val="18"/>
        </w:rPr>
        <w:t>Wybór naszej Oferty</w:t>
      </w:r>
      <w:r w:rsidRPr="00D9767E">
        <w:rPr>
          <w:rFonts w:cstheme="minorHAnsi"/>
          <w:iCs/>
          <w:szCs w:val="18"/>
          <w:vertAlign w:val="superscript"/>
        </w:rPr>
        <w:footnoteReference w:id="5"/>
      </w:r>
      <w:r w:rsidR="00285DD6" w:rsidRPr="00D9767E">
        <w:rPr>
          <w:rFonts w:cstheme="minorHAnsi"/>
          <w:iCs/>
          <w:szCs w:val="18"/>
        </w:rPr>
        <w:t>:</w:t>
      </w:r>
    </w:p>
    <w:p w14:paraId="79B03F1A" w14:textId="77777777" w:rsidR="00B67D39" w:rsidRPr="00D9767E" w:rsidRDefault="00B67D39" w:rsidP="00B67D39">
      <w:pPr>
        <w:spacing w:line="240" w:lineRule="exact"/>
        <w:ind w:left="709" w:hanging="283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nie 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</w:t>
      </w:r>
    </w:p>
    <w:p w14:paraId="7971B95C" w14:textId="77777777" w:rsidR="00B67D39" w:rsidRPr="00D9767E" w:rsidRDefault="00B67D39" w:rsidP="00CF1059">
      <w:pPr>
        <w:spacing w:line="240" w:lineRule="exact"/>
        <w:ind w:left="709" w:hanging="283"/>
        <w:jc w:val="both"/>
        <w:rPr>
          <w:rFonts w:cstheme="minorHAnsi"/>
          <w:iCs/>
          <w:szCs w:val="18"/>
        </w:rPr>
      </w:pPr>
      <w:r w:rsidRPr="00D9767E">
        <w:rPr>
          <w:rFonts w:ascii="Segoe UI Symbol" w:hAnsi="Segoe UI Symbol" w:cs="Segoe UI Symbol"/>
          <w:iCs/>
          <w:szCs w:val="18"/>
        </w:rPr>
        <w:t>☐</w:t>
      </w:r>
      <w:r w:rsidRPr="00D9767E">
        <w:rPr>
          <w:rFonts w:cstheme="minorHAnsi"/>
          <w:iCs/>
          <w:szCs w:val="18"/>
        </w:rPr>
        <w:t xml:space="preserve">  </w:t>
      </w:r>
      <w:r w:rsidRPr="00D9767E">
        <w:rPr>
          <w:rFonts w:cstheme="minorHAnsi"/>
          <w:iCs/>
          <w:szCs w:val="18"/>
        </w:rPr>
        <w:tab/>
        <w:t>b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>dzie prowadzi</w:t>
      </w:r>
      <w:r w:rsidRPr="00D9767E">
        <w:rPr>
          <w:rFonts w:cs="Calibri"/>
          <w:iCs/>
          <w:szCs w:val="18"/>
        </w:rPr>
        <w:t>ć</w:t>
      </w:r>
      <w:r w:rsidRPr="00D9767E">
        <w:rPr>
          <w:rFonts w:cstheme="minorHAnsi"/>
          <w:iCs/>
          <w:szCs w:val="18"/>
        </w:rPr>
        <w:t xml:space="preserve"> do powstania u Zamawiaj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cego obowi</w:t>
      </w:r>
      <w:r w:rsidRPr="00D9767E">
        <w:rPr>
          <w:rFonts w:cs="Calibri"/>
          <w:iCs/>
          <w:szCs w:val="18"/>
        </w:rPr>
        <w:t>ą</w:t>
      </w:r>
      <w:r w:rsidRPr="00D9767E">
        <w:rPr>
          <w:rFonts w:cstheme="minorHAnsi"/>
          <w:iCs/>
          <w:szCs w:val="18"/>
        </w:rPr>
        <w:t>zku podatkowego. Wskazujemy nazw</w:t>
      </w:r>
      <w:r w:rsidRPr="00D9767E">
        <w:rPr>
          <w:rFonts w:cs="Calibri"/>
          <w:iCs/>
          <w:szCs w:val="18"/>
        </w:rPr>
        <w:t>ę</w:t>
      </w:r>
      <w:r w:rsidRPr="00D9767E">
        <w:rPr>
          <w:rFonts w:cstheme="minorHAnsi"/>
          <w:iCs/>
          <w:szCs w:val="18"/>
        </w:rPr>
        <w:t xml:space="preserve"> (rodzaj) towaru lub us</w:t>
      </w:r>
      <w:r w:rsidRPr="00D9767E">
        <w:rPr>
          <w:rFonts w:cs="Calibri"/>
          <w:iCs/>
          <w:szCs w:val="18"/>
        </w:rPr>
        <w:t>ł</w:t>
      </w:r>
      <w:r w:rsidRPr="00D9767E">
        <w:rPr>
          <w:rFonts w:cstheme="minorHAnsi"/>
          <w:iCs/>
          <w:szCs w:val="18"/>
        </w:rPr>
        <w:t>ugi, kt</w:t>
      </w:r>
      <w:r w:rsidRPr="00D9767E">
        <w:rPr>
          <w:rFonts w:cs="Calibri"/>
          <w:iCs/>
          <w:szCs w:val="18"/>
        </w:rPr>
        <w:t>ó</w:t>
      </w:r>
      <w:r w:rsidRPr="00D9767E">
        <w:rPr>
          <w:rFonts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…......................................................................................................................</w:t>
      </w:r>
    </w:p>
    <w:p w14:paraId="1AE0F470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Uważamy się za związanych niniejszą Ofertą przez okres wskazany w pkt 11.1. SWZ.</w:t>
      </w:r>
    </w:p>
    <w:p w14:paraId="430E2376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</w:t>
      </w:r>
      <w:r w:rsidRPr="00D9767E">
        <w:rPr>
          <w:rFonts w:cstheme="minorHAnsi"/>
          <w:szCs w:val="18"/>
        </w:rPr>
        <w:lastRenderedPageBreak/>
        <w:t xml:space="preserve">stanowią tajemnicę przedsiębiorstwa w rozumieniu ustawy z dnia 16 kwietnia 1993 r. o zwalczaniu nieuczciwej konkurencji </w:t>
      </w:r>
      <w:r w:rsidRPr="00D9767E">
        <w:rPr>
          <w:rFonts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D9767E">
        <w:rPr>
          <w:rStyle w:val="Odwoanieprzypisudolnego"/>
          <w:rFonts w:cstheme="minorHAnsi"/>
          <w:i/>
          <w:szCs w:val="18"/>
        </w:rPr>
        <w:footnoteReference w:id="6"/>
      </w:r>
    </w:p>
    <w:p w14:paraId="1073373E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2F1B030A" w14:textId="1D707996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trike/>
          <w:szCs w:val="18"/>
          <w:lang w:eastAsia="pl-PL"/>
        </w:rPr>
      </w:pPr>
      <w:r w:rsidRPr="00D9767E">
        <w:rPr>
          <w:rFonts w:cstheme="minorHAnsi"/>
          <w:strike/>
          <w:szCs w:val="18"/>
          <w:lang w:eastAsia="pl-PL"/>
        </w:rPr>
        <w:t xml:space="preserve">Wadium o wartości </w:t>
      </w:r>
      <w:r w:rsidR="00D9767E" w:rsidRPr="00D9767E">
        <w:rPr>
          <w:rFonts w:cstheme="minorHAnsi"/>
          <w:strike/>
          <w:szCs w:val="18"/>
          <w:lang w:eastAsia="pl-PL"/>
        </w:rPr>
        <w:t>…..</w:t>
      </w:r>
      <w:r w:rsidRPr="00D9767E">
        <w:rPr>
          <w:rFonts w:cstheme="minorHAnsi"/>
          <w:strike/>
          <w:szCs w:val="18"/>
          <w:lang w:eastAsia="pl-PL"/>
        </w:rPr>
        <w:t xml:space="preserve">zł zostało wniesione w formie …............................ </w:t>
      </w:r>
    </w:p>
    <w:p w14:paraId="3BB27B39" w14:textId="77777777" w:rsidR="00B67D39" w:rsidRPr="00D9767E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77777777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  <w:lang w:eastAsia="pl-PL"/>
        </w:rPr>
        <w:t>15.1.</w:t>
      </w:r>
      <w:r w:rsidRPr="00D9767E">
        <w:rPr>
          <w:rFonts w:cstheme="minorHAnsi"/>
          <w:szCs w:val="18"/>
          <w:lang w:eastAsia="pl-PL"/>
        </w:rPr>
        <w:tab/>
      </w:r>
      <w:r w:rsidRPr="00D9767E">
        <w:rPr>
          <w:rFonts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D9767E">
        <w:rPr>
          <w:rStyle w:val="Odwoanieprzypisudolnego"/>
          <w:rFonts w:cstheme="minorHAnsi"/>
          <w:szCs w:val="18"/>
        </w:rPr>
        <w:footnoteReference w:id="7"/>
      </w:r>
    </w:p>
    <w:p w14:paraId="07B95326" w14:textId="77777777" w:rsidR="00B67D39" w:rsidRPr="00D9767E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D9767E">
        <w:rPr>
          <w:rFonts w:cstheme="minorHAnsi"/>
          <w:szCs w:val="18"/>
        </w:rPr>
        <w:t>15.2.</w:t>
      </w:r>
      <w:r w:rsidRPr="00D9767E">
        <w:rPr>
          <w:rFonts w:cstheme="minorHAnsi"/>
          <w:szCs w:val="18"/>
        </w:rPr>
        <w:tab/>
      </w:r>
      <w:r w:rsidRPr="00D9767E">
        <w:rPr>
          <w:rFonts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79A1EDF1" w14:textId="77777777" w:rsidR="00B67D39" w:rsidRPr="00D9767E" w:rsidRDefault="00B67D3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Zapoznaliśmy się z klauzulą informacyjną dotyczącą przetwarzania danych osobowych osób fizycznych zamieszczoną na stronie internetowej:</w:t>
      </w:r>
    </w:p>
    <w:p w14:paraId="54321E2D" w14:textId="77777777" w:rsidR="00B67D39" w:rsidRPr="00D9767E" w:rsidRDefault="00612E59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1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i/>
          <w:szCs w:val="18"/>
          <w:lang w:eastAsia="pl-PL"/>
        </w:rPr>
        <w:t>;</w:t>
      </w:r>
    </w:p>
    <w:p w14:paraId="21BC8648" w14:textId="528EEB7E" w:rsidR="00B67D39" w:rsidRPr="00D9767E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8783B24" w14:textId="77777777" w:rsidR="00B67D39" w:rsidRPr="00D9767E" w:rsidRDefault="00612E59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2" w:history="1">
        <w:r w:rsidR="00B67D39" w:rsidRPr="00D9767E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D9767E">
        <w:rPr>
          <w:rFonts w:cstheme="minorHAnsi"/>
          <w:szCs w:val="18"/>
          <w:lang w:eastAsia="pl-PL"/>
        </w:rPr>
        <w:t>;</w:t>
      </w:r>
    </w:p>
    <w:p w14:paraId="1781BCC1" w14:textId="72E85B9E" w:rsidR="00B67D39" w:rsidRPr="00D9767E" w:rsidRDefault="00CF1059" w:rsidP="00B67D3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w</w:t>
      </w:r>
      <w:r w:rsidR="00B67D39" w:rsidRPr="00D9767E">
        <w:rPr>
          <w:rFonts w:cstheme="minorHAnsi"/>
          <w:szCs w:val="18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733086F" w14:textId="77777777" w:rsidR="00B67D39" w:rsidRPr="00D9767E" w:rsidRDefault="00B67D39" w:rsidP="00B67D39">
      <w:pPr>
        <w:pStyle w:val="Akapitzlist"/>
        <w:spacing w:before="120"/>
        <w:ind w:left="426"/>
        <w:rPr>
          <w:rFonts w:cstheme="minorHAnsi"/>
          <w:b/>
          <w:szCs w:val="18"/>
          <w:lang w:eastAsia="pl-PL"/>
        </w:rPr>
      </w:pPr>
    </w:p>
    <w:p w14:paraId="2BD77FBD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054C4157" w14:textId="77777777" w:rsidR="00B67D39" w:rsidRPr="00D9767E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D9767E">
        <w:rPr>
          <w:rFonts w:cstheme="minorHAnsi"/>
          <w:szCs w:val="18"/>
          <w:lang w:eastAsia="pl-PL"/>
        </w:rPr>
        <w:t>Do niniejszej oferty są dołączone następujące załączniki:</w:t>
      </w:r>
    </w:p>
    <w:p w14:paraId="59736B9D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1 - …………</w:t>
      </w:r>
    </w:p>
    <w:p w14:paraId="3BF44B0A" w14:textId="77777777" w:rsidR="00B67D39" w:rsidRPr="00D9767E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D9767E">
        <w:rPr>
          <w:rFonts w:cstheme="minorHAnsi"/>
          <w:bCs/>
          <w:szCs w:val="18"/>
        </w:rPr>
        <w:t>Załącznik nr 2 - …………</w:t>
      </w:r>
    </w:p>
    <w:p w14:paraId="4BB21D18" w14:textId="027C5680" w:rsidR="00381365" w:rsidRDefault="00381365" w:rsidP="00381365">
      <w:pPr>
        <w:rPr>
          <w:rFonts w:cstheme="minorHAnsi"/>
        </w:rPr>
      </w:pPr>
    </w:p>
    <w:p w14:paraId="770F1722" w14:textId="77777777" w:rsidR="00493E02" w:rsidRPr="00D9767E" w:rsidRDefault="00493E02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D9767E">
        <w:rPr>
          <w:rFonts w:cstheme="minorHAnsi"/>
          <w:sz w:val="16"/>
          <w:szCs w:val="16"/>
        </w:rPr>
        <w:t>...................................................................................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6C76DA1D" w14:textId="25252636" w:rsidR="00F72FB0" w:rsidRPr="00493E02" w:rsidRDefault="00381365" w:rsidP="00493E0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 w:rsidR="00624831">
        <w:rPr>
          <w:rFonts w:cstheme="minorHAnsi"/>
          <w:i/>
          <w:sz w:val="16"/>
          <w:szCs w:val="16"/>
        </w:rPr>
        <w:t>u Wykonawcy</w:t>
      </w:r>
      <w:bookmarkEnd w:id="0"/>
      <w:bookmarkEnd w:id="1"/>
      <w:bookmarkEnd w:id="2"/>
      <w:bookmarkEnd w:id="3"/>
      <w:bookmarkEnd w:id="4"/>
      <w:bookmarkEnd w:id="5"/>
    </w:p>
    <w:p w14:paraId="75622B4B" w14:textId="77777777" w:rsidR="000B53B2" w:rsidRDefault="000B53B2" w:rsidP="000B53B2">
      <w:pPr>
        <w:ind w:left="2552" w:hanging="2552"/>
        <w:jc w:val="right"/>
        <w:rPr>
          <w:rFonts w:ascii="Verdana" w:eastAsia="Verdana" w:hAnsi="Verdana" w:cs="Times New Roman"/>
          <w:b/>
        </w:rPr>
      </w:pPr>
      <w:r w:rsidRPr="00CC7E12">
        <w:rPr>
          <w:rFonts w:ascii="Verdana" w:eastAsia="Verdana" w:hAnsi="Verdana" w:cs="Times New Roman"/>
          <w:b/>
        </w:rPr>
        <w:lastRenderedPageBreak/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5223CDD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29C72AB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0B53B2" w:rsidRPr="006B56FD" w14:paraId="61D0D456" w14:textId="77777777" w:rsidTr="00C73AF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06E7E17E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08C24A4F" w14:textId="77777777" w:rsidR="000B53B2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20A980A2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21B888B7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61A15B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F7807D6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AD1662C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498020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C512CE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6F581B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593D388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326EC70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47494B0C" w14:textId="77777777" w:rsidR="000B53B2" w:rsidRPr="006B56FD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236EE44D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70391784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59480FF9" w14:textId="77777777" w:rsidR="000B53B2" w:rsidRPr="00CC7E12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3C99A86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6DDDAB23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6BFB615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25D30C2C" w14:textId="77777777" w:rsidR="000B53B2" w:rsidRPr="00CC7E12" w:rsidRDefault="000B53B2" w:rsidP="000B53B2">
      <w:pPr>
        <w:jc w:val="both"/>
        <w:rPr>
          <w:rFonts w:cstheme="minorHAnsi"/>
        </w:rPr>
      </w:pPr>
    </w:p>
    <w:p w14:paraId="2C86B04E" w14:textId="6D8E3559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493E02" w:rsidRPr="00221141">
        <w:rPr>
          <w:rFonts w:cstheme="minorHAnsi"/>
          <w:b/>
          <w:i/>
          <w:noProof/>
        </w:rPr>
        <w:t>Prace przyłączeniowe w podziale na: ZADANIE 1: Przyłączenia w m. Ostrołęka gm. Ostrołęka. Umowa nr 24-G0/S/00208, D1GI/24PG600467 ZADANIE 2: Przyłączenia w m. Zagościniec gm. Wołomin. Umowa nr 20-G0/S/00544, 20-G0/S/00545 D1GI/21OG300002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493E02" w:rsidRPr="00221141">
        <w:rPr>
          <w:rFonts w:cstheme="minorHAnsi"/>
          <w:b/>
          <w:noProof/>
        </w:rPr>
        <w:t>POST/DYS/OW/GZ/00132/2026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46265C47" w14:textId="77777777" w:rsidR="000B53B2" w:rsidRPr="00CC7E12" w:rsidRDefault="000B53B2" w:rsidP="000B53B2">
      <w:pPr>
        <w:jc w:val="both"/>
        <w:rPr>
          <w:rFonts w:cstheme="minorHAnsi"/>
        </w:rPr>
      </w:pPr>
    </w:p>
    <w:p w14:paraId="48AEF59F" w14:textId="77777777" w:rsidR="000B53B2" w:rsidRPr="00CC7E12" w:rsidRDefault="000B53B2" w:rsidP="000B53B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7B11A8D4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8"/>
      </w:r>
    </w:p>
    <w:p w14:paraId="6F86C593" w14:textId="77777777" w:rsidR="000B53B2" w:rsidRPr="002C2C2F" w:rsidRDefault="000B53B2" w:rsidP="000B53B2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9"/>
      </w:r>
    </w:p>
    <w:p w14:paraId="20567C49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30EAB4F1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72C52C6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3A704BE0" w14:textId="77777777" w:rsidR="000B53B2" w:rsidRPr="00CC7E12" w:rsidRDefault="000B53B2" w:rsidP="000B53B2">
      <w:pPr>
        <w:jc w:val="both"/>
        <w:rPr>
          <w:rFonts w:cstheme="minorHAnsi"/>
        </w:rPr>
      </w:pPr>
    </w:p>
    <w:p w14:paraId="011B90F8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9951D3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088F67E9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091FDD9" w14:textId="77777777" w:rsidR="000B53B2" w:rsidRPr="00CC7E12" w:rsidRDefault="000B53B2" w:rsidP="000B53B2">
      <w:pPr>
        <w:jc w:val="both"/>
        <w:rPr>
          <w:rFonts w:cstheme="minorHAnsi"/>
          <w:i/>
        </w:rPr>
      </w:pPr>
    </w:p>
    <w:p w14:paraId="7BC41F65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2DF558AC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578631" w14:textId="77777777" w:rsidR="000B53B2" w:rsidRPr="00CC7E12" w:rsidRDefault="000B53B2" w:rsidP="000B53B2">
      <w:pPr>
        <w:jc w:val="both"/>
        <w:rPr>
          <w:rFonts w:cstheme="minorHAnsi"/>
        </w:rPr>
      </w:pPr>
    </w:p>
    <w:p w14:paraId="10C3D920" w14:textId="77777777" w:rsidR="000B53B2" w:rsidRPr="00CC7E12" w:rsidRDefault="000B53B2" w:rsidP="000B53B2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446D5380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31293C27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15F5782A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50FAE7D" w14:textId="77777777" w:rsidR="000B53B2" w:rsidRPr="00CC7E12" w:rsidRDefault="000B53B2" w:rsidP="000B53B2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45A5B2F9" w14:textId="77777777" w:rsidR="000B53B2" w:rsidRPr="00CC7E12" w:rsidRDefault="000B53B2" w:rsidP="000B53B2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0CFD1D4" w14:textId="77777777" w:rsidR="000B53B2" w:rsidRPr="00CC7E12" w:rsidRDefault="000B53B2" w:rsidP="000B53B2">
      <w:pPr>
        <w:jc w:val="both"/>
        <w:rPr>
          <w:rFonts w:cstheme="minorHAnsi"/>
          <w:sz w:val="16"/>
        </w:rPr>
      </w:pPr>
    </w:p>
    <w:p w14:paraId="3FB15D8D" w14:textId="77777777" w:rsidR="000B53B2" w:rsidRDefault="000B53B2" w:rsidP="000B53B2">
      <w:pPr>
        <w:rPr>
          <w:rFonts w:cstheme="minorHAnsi"/>
        </w:rPr>
      </w:pPr>
    </w:p>
    <w:p w14:paraId="125EB228" w14:textId="77777777" w:rsidR="000B53B2" w:rsidRDefault="000B53B2" w:rsidP="000B53B2">
      <w:pPr>
        <w:rPr>
          <w:rFonts w:cstheme="minorHAnsi"/>
        </w:rPr>
      </w:pPr>
    </w:p>
    <w:p w14:paraId="55E575DB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5EE73DC8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04E1AE47" w14:textId="7A37B882" w:rsidR="000B53B2" w:rsidRDefault="000B53B2" w:rsidP="00F72FB0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46AE3F0C" w14:textId="44C58265" w:rsidR="001F5E25" w:rsidRDefault="001F5E25" w:rsidP="00F72FB0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83A5A" w14:textId="4DE86047" w:rsidR="001F5E25" w:rsidRDefault="001F5E25" w:rsidP="00F72FB0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6C26F9D" w14:textId="77777777" w:rsidR="001F5E25" w:rsidRPr="00F72FB0" w:rsidRDefault="001F5E25" w:rsidP="00F72FB0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0CCBC65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084C6F5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00D16632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0B53B2" w:rsidRPr="006B56FD" w14:paraId="328515A1" w14:textId="77777777" w:rsidTr="00C73AFF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7C4A40B0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7A091F0" w14:textId="77777777" w:rsidR="000B53B2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760B885D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337B525E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1D13C049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9C465B9" w14:textId="77777777" w:rsidR="000B53B2" w:rsidRPr="006B56FD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1E7F1C56" w14:textId="77777777" w:rsidR="000B53B2" w:rsidRPr="006B56FD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ED694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702A9C3E" w14:textId="77777777" w:rsidR="000B53B2" w:rsidRPr="006B56FD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DB8E45F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91DCF14" w14:textId="77777777" w:rsidR="000B53B2" w:rsidRPr="006B56FD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779DFF70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035D6F57" w14:textId="77777777" w:rsidR="000B53B2" w:rsidRPr="006B56FD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369B7DBB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p w14:paraId="06334A46" w14:textId="77777777" w:rsidR="000B53B2" w:rsidRPr="00A62B4C" w:rsidRDefault="000B53B2" w:rsidP="000B53B2">
      <w:pPr>
        <w:rPr>
          <w:rFonts w:ascii="Verdana" w:eastAsia="Verdana" w:hAnsi="Verdana" w:cs="Times New Roman"/>
        </w:rPr>
      </w:pPr>
    </w:p>
    <w:p w14:paraId="78B52303" w14:textId="77777777" w:rsidR="000B53B2" w:rsidRPr="00B67D39" w:rsidRDefault="000B53B2" w:rsidP="000B53B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580D2426" w14:textId="77777777" w:rsidR="000B53B2" w:rsidRDefault="000B53B2" w:rsidP="000B53B2">
      <w:pPr>
        <w:rPr>
          <w:rFonts w:eastAsia="Verdana" w:cs="Times New Roman"/>
          <w:szCs w:val="18"/>
        </w:rPr>
      </w:pPr>
    </w:p>
    <w:p w14:paraId="0B309B9A" w14:textId="65847191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493E02" w:rsidRPr="00221141">
        <w:rPr>
          <w:rFonts w:cstheme="minorHAnsi"/>
          <w:noProof/>
          <w:lang w:eastAsia="pl-PL"/>
        </w:rPr>
        <w:t>POST/DYS/OW/GZ/00132/2026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493E02" w:rsidRPr="00221141">
        <w:rPr>
          <w:rFonts w:cstheme="minorHAnsi"/>
          <w:noProof/>
          <w:lang w:eastAsia="pl-PL"/>
        </w:rPr>
        <w:t>Prace przyłączeniowe w podziale na: ZADANIE 1: Przyłączenia w m. Ostrołęka gm. Ostrołęka. Umowa nr 24-G0/S/00208, D1GI/24PG600467 ZADANIE 2: Przyłączenia w m. Zagościniec gm. Wołomin. Umowa nr 20-G0/S/00544, 20-G0/S/00545 D1GI/21OG300002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F72FB0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wykonaliśmy następujące </w:t>
      </w:r>
      <w:r w:rsidRPr="000D24FD">
        <w:rPr>
          <w:rFonts w:cstheme="minorHAnsi"/>
        </w:rPr>
        <w:t xml:space="preserve">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>/roboty</w:t>
      </w:r>
      <w:r w:rsidRPr="000D24FD">
        <w:rPr>
          <w:rFonts w:cstheme="minorHAnsi"/>
          <w:lang w:eastAsia="pl-PL"/>
        </w:rPr>
        <w:t>:</w:t>
      </w:r>
    </w:p>
    <w:p w14:paraId="62CE1598" w14:textId="77777777" w:rsidR="000B53B2" w:rsidRPr="000D24FD" w:rsidRDefault="000B53B2" w:rsidP="000B53B2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171F6055" w14:textId="77777777" w:rsidR="000B53B2" w:rsidRPr="000D24FD" w:rsidRDefault="000B53B2" w:rsidP="000B53B2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B53B2" w:rsidRPr="000D24FD" w14:paraId="531A1678" w14:textId="77777777" w:rsidTr="00C73AFF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29BF56E0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C74997B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  <w:p w14:paraId="1030CFD0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3BA12705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3062B718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</w:p>
          <w:p w14:paraId="5616EA1C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48201E92" w14:textId="77777777" w:rsidR="000B53B2" w:rsidRPr="00DC202A" w:rsidRDefault="000B53B2" w:rsidP="00C73AFF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3419E2F" w14:textId="77777777" w:rsidR="000B53B2" w:rsidRPr="00DC202A" w:rsidRDefault="000B53B2" w:rsidP="00C73AFF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575E2E11" w14:textId="77777777" w:rsidR="000B53B2" w:rsidRPr="00DC202A" w:rsidRDefault="000B53B2" w:rsidP="00C73AFF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B53B2" w:rsidRPr="000D24FD" w14:paraId="17886DAB" w14:textId="77777777" w:rsidTr="00C73AFF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ADCE0B2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76A4E41A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2ECFB8AD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71EC88CE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1A493D60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06C44D24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33D01992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D86B" w14:textId="77777777" w:rsidR="000B53B2" w:rsidRPr="000D24FD" w:rsidRDefault="000B53B2" w:rsidP="00C73AFF">
            <w:pPr>
              <w:jc w:val="center"/>
              <w:rPr>
                <w:rFonts w:cstheme="minorHAnsi"/>
                <w:i/>
              </w:rPr>
            </w:pPr>
          </w:p>
        </w:tc>
      </w:tr>
      <w:tr w:rsidR="000B53B2" w:rsidRPr="000D24FD" w14:paraId="0B9BC4E3" w14:textId="77777777" w:rsidTr="00C73AFF">
        <w:trPr>
          <w:trHeight w:val="843"/>
        </w:trPr>
        <w:tc>
          <w:tcPr>
            <w:tcW w:w="568" w:type="dxa"/>
            <w:vAlign w:val="center"/>
          </w:tcPr>
          <w:p w14:paraId="67E40911" w14:textId="77777777" w:rsidR="000B53B2" w:rsidRPr="000D24FD" w:rsidRDefault="000B53B2" w:rsidP="00C73AFF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323CCA1C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227474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01DA6FA5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33F9B6D4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AB1A" w14:textId="77777777" w:rsidR="000B53B2" w:rsidRPr="000D24FD" w:rsidRDefault="000B53B2" w:rsidP="00C73AFF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71DCF408" w14:textId="77777777" w:rsidR="000B53B2" w:rsidRPr="000D24FD" w:rsidRDefault="000B53B2" w:rsidP="000B53B2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448AC041" w14:textId="77777777" w:rsidR="000B53B2" w:rsidRPr="000D24FD" w:rsidRDefault="000B53B2" w:rsidP="000B53B2">
      <w:pPr>
        <w:spacing w:before="120"/>
        <w:ind w:left="-284" w:right="-569"/>
        <w:outlineLvl w:val="0"/>
        <w:rPr>
          <w:rFonts w:cstheme="minorHAnsi"/>
          <w:i/>
        </w:rPr>
      </w:pPr>
    </w:p>
    <w:p w14:paraId="19FE6671" w14:textId="77777777" w:rsidR="000B53B2" w:rsidRPr="000D24FD" w:rsidRDefault="000B53B2" w:rsidP="000B53B2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dostawy </w:t>
      </w:r>
      <w:r>
        <w:rPr>
          <w:rFonts w:cstheme="minorHAnsi"/>
        </w:rPr>
        <w:t>/</w:t>
      </w:r>
      <w:r w:rsidRPr="000D24FD">
        <w:rPr>
          <w:rFonts w:cstheme="minorHAnsi"/>
        </w:rPr>
        <w:t xml:space="preserve">usługi </w:t>
      </w:r>
      <w:r>
        <w:rPr>
          <w:rFonts w:cstheme="minorHAnsi"/>
        </w:rPr>
        <w:t xml:space="preserve">/roboty </w:t>
      </w:r>
      <w:r w:rsidRPr="000D24FD">
        <w:rPr>
          <w:rFonts w:cstheme="minorHAnsi"/>
        </w:rPr>
        <w:t>zostały wykonane lub są wykonywane należycie.</w:t>
      </w:r>
    </w:p>
    <w:p w14:paraId="4FACB4F2" w14:textId="77777777" w:rsidR="000B53B2" w:rsidRPr="00B67D39" w:rsidRDefault="000B53B2" w:rsidP="000B53B2">
      <w:pPr>
        <w:rPr>
          <w:rFonts w:eastAsia="Verdana" w:cs="Times New Roman"/>
          <w:szCs w:val="18"/>
        </w:rPr>
      </w:pPr>
    </w:p>
    <w:p w14:paraId="2FA69516" w14:textId="77777777" w:rsidR="000B53B2" w:rsidRDefault="000B53B2" w:rsidP="000B53B2">
      <w:pPr>
        <w:rPr>
          <w:rFonts w:cstheme="minorHAnsi"/>
        </w:rPr>
      </w:pPr>
    </w:p>
    <w:p w14:paraId="24B2396C" w14:textId="77777777" w:rsidR="000B53B2" w:rsidRDefault="000B53B2" w:rsidP="000B53B2">
      <w:pPr>
        <w:rPr>
          <w:rFonts w:cstheme="minorHAnsi"/>
        </w:rPr>
      </w:pPr>
    </w:p>
    <w:p w14:paraId="6451A233" w14:textId="77777777" w:rsidR="000B53B2" w:rsidRDefault="000B53B2" w:rsidP="000B53B2">
      <w:pPr>
        <w:rPr>
          <w:rFonts w:cstheme="minorHAnsi"/>
        </w:rPr>
      </w:pPr>
    </w:p>
    <w:p w14:paraId="2AC860AF" w14:textId="77777777" w:rsidR="000B53B2" w:rsidRPr="009C2468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6431F177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0C38435" w14:textId="3767B8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11267D4" w14:textId="38634E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4C840EC" w14:textId="3C700B34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316AA2D5" w14:textId="257A048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50C5149" w14:textId="14A6B24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A11FAF9" w14:textId="37BCD67F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627D87B2" w14:textId="7F8117B6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1677908A" w14:textId="3E9B058B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C307A8A" w14:textId="77777777" w:rsidR="001F5E25" w:rsidRDefault="001F5E25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C1D142B" w14:textId="6A7557E5" w:rsidR="000B53B2" w:rsidRDefault="000B53B2" w:rsidP="000D6C8E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66201196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</w:t>
      </w:r>
    </w:p>
    <w:p w14:paraId="774F89B8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p w14:paraId="41635D11" w14:textId="77777777" w:rsidR="000B53B2" w:rsidRDefault="000B53B2" w:rsidP="000B53B2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B53B2" w:rsidRPr="000855FF" w14:paraId="42840D0B" w14:textId="77777777" w:rsidTr="00C73AFF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1BF62D85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3D00B6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15512534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650D029F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3F2A7995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873194" w14:textId="77777777" w:rsidR="000B53B2" w:rsidRPr="000855FF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6C85DC8B" w14:textId="77777777" w:rsidR="000B53B2" w:rsidRPr="000855FF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6AC245" w14:textId="77777777" w:rsidR="000B53B2" w:rsidRPr="000855FF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28ABC1FC" w14:textId="77777777" w:rsidR="000B53B2" w:rsidRPr="000855FF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03DB01E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99A6B5B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74155095" w14:textId="77777777" w:rsidR="000B53B2" w:rsidRPr="00604B83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604B83">
              <w:rPr>
                <w:rFonts w:asciiTheme="minorHAnsi" w:hAnsiTheme="minorHAnsi" w:cstheme="minorHAnsi"/>
                <w:b/>
              </w:rPr>
              <w:t>Warszawa</w:t>
            </w:r>
          </w:p>
          <w:p w14:paraId="70C14BC1" w14:textId="77777777" w:rsidR="000B53B2" w:rsidRPr="000855FF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04B83">
              <w:rPr>
                <w:rFonts w:asciiTheme="minorHAnsi" w:hAnsiTheme="minorHAnsi" w:cstheme="minorHAnsi"/>
              </w:rPr>
              <w:t>Ul. Marsa 95, 04-470 Warszawa</w:t>
            </w:r>
          </w:p>
        </w:tc>
      </w:tr>
    </w:tbl>
    <w:p w14:paraId="5EF5486B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02E82085" w14:textId="77777777" w:rsidR="000B53B2" w:rsidRDefault="000B53B2" w:rsidP="000B53B2">
      <w:pPr>
        <w:jc w:val="both"/>
        <w:rPr>
          <w:rFonts w:ascii="Verdana" w:eastAsia="Verdana" w:hAnsi="Verdana" w:cs="Times New Roman"/>
        </w:rPr>
      </w:pPr>
    </w:p>
    <w:p w14:paraId="1E343428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53C1B1F5" w14:textId="77777777" w:rsidR="000B53B2" w:rsidRPr="000855FF" w:rsidRDefault="000B53B2" w:rsidP="000B53B2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48D4E32A" w14:textId="03C14003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493E02" w:rsidRPr="00221141">
        <w:rPr>
          <w:rFonts w:cstheme="minorHAnsi"/>
          <w:noProof/>
          <w:lang w:eastAsia="pl-PL"/>
        </w:rPr>
        <w:t>POST/DYS/OW/GZ/00132/2026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493E02" w:rsidRPr="00221141">
        <w:rPr>
          <w:rFonts w:cstheme="minorHAnsi"/>
          <w:noProof/>
          <w:lang w:eastAsia="pl-PL"/>
        </w:rPr>
        <w:t>Prace przyłączeniowe w podziale na: ZADANIE 1: Przyłączenia w m. Ostrołęka gm. Ostrołęka. Umowa nr 24-G0/S/00208, D1GI/24PG600467 ZADANIE 2: Przyłączenia w m. Zagościniec gm. Wołomin. Umowa nr 20-G0/S/00544, 20-G0/S/00545 D1GI/21OG300002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2A1B8FF6" w14:textId="77777777" w:rsidR="000B53B2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E6E91B4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B53B2" w:rsidRPr="000855FF" w14:paraId="68580760" w14:textId="77777777" w:rsidTr="00C73AFF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2D88F36" w14:textId="77777777" w:rsidR="000B53B2" w:rsidRPr="002F4B1B" w:rsidRDefault="000B53B2" w:rsidP="00C73AFF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78FB0F50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2876447" w14:textId="77777777" w:rsidR="000B53B2" w:rsidRPr="002F4B1B" w:rsidRDefault="000B53B2" w:rsidP="00C73AFF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1EC725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ACA97A1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927D660" w14:textId="77777777" w:rsidR="000B53B2" w:rsidRPr="002F4B1B" w:rsidRDefault="000B53B2" w:rsidP="00C73AFF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905823">
              <w:rPr>
                <w:rFonts w:cstheme="minorHAnsi"/>
              </w:rPr>
              <w:t xml:space="preserve">…. </w:t>
            </w:r>
            <w:r w:rsidRPr="00905823">
              <w:rPr>
                <w:rFonts w:cstheme="minorHAnsi"/>
                <w:lang w:eastAsia="pl-PL"/>
              </w:rPr>
              <w:t>[</w:t>
            </w:r>
            <w:r w:rsidRPr="00905823">
              <w:rPr>
                <w:rFonts w:cstheme="minorHAnsi"/>
              </w:rPr>
              <w:t>wskazać inne, jeśli dotyczy</w:t>
            </w:r>
            <w:r w:rsidRPr="00905823">
              <w:rPr>
                <w:rFonts w:cstheme="minorHAnsi"/>
                <w:lang w:eastAsia="pl-PL"/>
              </w:rPr>
              <w:t>]</w:t>
            </w:r>
          </w:p>
        </w:tc>
      </w:tr>
      <w:tr w:rsidR="000B53B2" w:rsidRPr="000855FF" w14:paraId="4AD1D7B8" w14:textId="77777777" w:rsidTr="00C73AFF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FDA4D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6915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0B72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CC75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9F9D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2539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E180B57" w14:textId="77777777" w:rsidTr="00C73AFF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89C7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92A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4DD5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1F6F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DFA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07E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AC58F88" w14:textId="77777777" w:rsidTr="00C73AFF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80941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FE2C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A5B2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4A9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8F0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D9BB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16E8BEC7" w14:textId="77777777" w:rsidTr="00C73AFF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41E1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16C0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9E9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D9DA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2403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5A3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0B53B2" w:rsidRPr="000855FF" w14:paraId="73CDD6EE" w14:textId="77777777" w:rsidTr="00C73AFF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9BE0" w14:textId="77777777" w:rsidR="000B53B2" w:rsidRPr="000855FF" w:rsidRDefault="000B53B2" w:rsidP="00C73AFF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DA6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AA1E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19E9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F7C1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878D" w14:textId="77777777" w:rsidR="000B53B2" w:rsidRPr="000855FF" w:rsidRDefault="000B53B2" w:rsidP="00C73AFF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3ABB56D5" w14:textId="77777777" w:rsidR="000B53B2" w:rsidRPr="000855FF" w:rsidRDefault="000B53B2" w:rsidP="000B53B2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3FFEF249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2A1AA3F" w14:textId="77777777" w:rsidR="000B53B2" w:rsidRDefault="000B53B2" w:rsidP="000B53B2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7F0CF08D" w14:textId="77777777" w:rsidR="000B53B2" w:rsidRDefault="000B53B2" w:rsidP="000B53B2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E753DDF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24D6089F" w14:textId="75BFC377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58BAA264" w14:textId="2B3CFBB5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D911CD4" w14:textId="1C215089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451B5A75" w14:textId="42627ED1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7A7F2D0" w14:textId="031CF00A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08315E51" w14:textId="7997DCA3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1F85B4A" w14:textId="64C97DCE" w:rsidR="000B53B2" w:rsidRDefault="000B53B2" w:rsidP="000B53B2">
      <w:pPr>
        <w:tabs>
          <w:tab w:val="left" w:pos="8509"/>
        </w:tabs>
        <w:ind w:firstLine="5954"/>
        <w:rPr>
          <w:rFonts w:cstheme="minorHAnsi"/>
          <w:i/>
          <w:sz w:val="16"/>
          <w:szCs w:val="16"/>
        </w:rPr>
      </w:pPr>
    </w:p>
    <w:p w14:paraId="536158D2" w14:textId="13BEB7C5" w:rsidR="00466AE9" w:rsidRDefault="00466AE9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169CAD14" w14:textId="0DCB5DE1" w:rsidR="000D6C8E" w:rsidRDefault="000D6C8E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4DDD296D" w14:textId="77777777" w:rsidR="001F5E25" w:rsidRDefault="001F5E25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10AF7AC5" w14:textId="77777777" w:rsidR="00F72FB0" w:rsidRDefault="00F72FB0" w:rsidP="00F72FB0">
      <w:pPr>
        <w:tabs>
          <w:tab w:val="left" w:pos="8509"/>
        </w:tabs>
        <w:rPr>
          <w:rFonts w:cstheme="minorHAnsi"/>
          <w:i/>
          <w:sz w:val="16"/>
          <w:szCs w:val="16"/>
        </w:rPr>
      </w:pPr>
    </w:p>
    <w:p w14:paraId="7A046BAF" w14:textId="77777777" w:rsidR="000A3099" w:rsidRDefault="000A3099" w:rsidP="000A3099">
      <w:pPr>
        <w:jc w:val="right"/>
        <w:rPr>
          <w:rFonts w:ascii="Verdana" w:eastAsia="Verdana" w:hAnsi="Verdana" w:cs="Times New Roman"/>
          <w:b/>
        </w:rPr>
      </w:pPr>
      <w:r w:rsidRPr="006F7CF2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6F7CF2">
        <w:rPr>
          <w:rFonts w:ascii="Verdana" w:eastAsia="Verdana" w:hAnsi="Verdana" w:cs="Times New Roman"/>
          <w:b/>
        </w:rPr>
        <w:t xml:space="preserve"> DO SWZ – </w:t>
      </w:r>
      <w:r w:rsidRPr="001E7FD1">
        <w:rPr>
          <w:rFonts w:ascii="Verdana" w:eastAsia="Verdana" w:hAnsi="Verdana" w:cs="Times New Roman"/>
          <w:b/>
        </w:rPr>
        <w:t>OŚWIADCZENIE O ZACHOWANIU POUFNOŚCI</w:t>
      </w:r>
    </w:p>
    <w:p w14:paraId="16A405BF" w14:textId="77777777" w:rsidR="000A3099" w:rsidRDefault="000A3099" w:rsidP="000A3099">
      <w:pPr>
        <w:jc w:val="right"/>
        <w:rPr>
          <w:rFonts w:ascii="Verdana" w:eastAsia="Verdana" w:hAnsi="Verdana" w:cs="Times New Roman"/>
          <w:b/>
        </w:rPr>
      </w:pPr>
    </w:p>
    <w:p w14:paraId="2D7D3CE4" w14:textId="77777777" w:rsidR="000A3099" w:rsidRPr="00535E9B" w:rsidRDefault="000A3099" w:rsidP="000A3099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48"/>
        <w:gridCol w:w="992"/>
        <w:gridCol w:w="4678"/>
      </w:tblGrid>
      <w:tr w:rsidR="000A3099" w:rsidRPr="006B56FD" w14:paraId="66842C66" w14:textId="77777777" w:rsidTr="00C73AFF">
        <w:trPr>
          <w:trHeight w:val="1820"/>
        </w:trPr>
        <w:tc>
          <w:tcPr>
            <w:tcW w:w="4248" w:type="dxa"/>
            <w:tcBorders>
              <w:right w:val="single" w:sz="4" w:space="0" w:color="auto"/>
            </w:tcBorders>
          </w:tcPr>
          <w:p w14:paraId="3895BBC3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635105DF" w14:textId="77777777" w:rsidR="000A3099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365B3AA4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64E57E5E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32DBF5A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1D12CC6B" w14:textId="77777777" w:rsidR="000A3099" w:rsidRPr="006B56FD" w:rsidRDefault="000A3099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7538EDD9" w14:textId="77777777" w:rsidR="000A3099" w:rsidRPr="006B56FD" w:rsidRDefault="000A3099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099AE4" w14:textId="77777777" w:rsidR="000A3099" w:rsidRPr="006B56FD" w:rsidRDefault="000A3099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14:paraId="1F87D673" w14:textId="77777777" w:rsidR="000A3099" w:rsidRPr="006B56FD" w:rsidRDefault="000A3099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93AC767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1F009B27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54CEDBF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349BCA3" w14:textId="77777777" w:rsidR="000A3099" w:rsidRPr="002040C7" w:rsidRDefault="000A3099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5ED6839E" w14:textId="77777777" w:rsidR="000A3099" w:rsidRPr="006B56FD" w:rsidRDefault="000A3099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77A82363" w14:textId="77777777" w:rsidR="000A3099" w:rsidRDefault="000A3099" w:rsidP="000A3099">
      <w:pPr>
        <w:rPr>
          <w:rFonts w:ascii="Verdana" w:eastAsia="Verdana" w:hAnsi="Verdana" w:cs="Times New Roman"/>
          <w:b/>
        </w:rPr>
      </w:pPr>
    </w:p>
    <w:p w14:paraId="0862811C" w14:textId="77777777" w:rsidR="000A3099" w:rsidRPr="00A62B4C" w:rsidRDefault="000A3099" w:rsidP="000A3099">
      <w:pPr>
        <w:rPr>
          <w:rFonts w:ascii="Verdana" w:eastAsia="Verdana" w:hAnsi="Verdana" w:cs="Times New Roman"/>
        </w:rPr>
      </w:pPr>
    </w:p>
    <w:p w14:paraId="45FFB144" w14:textId="77777777" w:rsidR="000A3099" w:rsidRDefault="000A3099" w:rsidP="000A3099">
      <w:pPr>
        <w:jc w:val="center"/>
        <w:rPr>
          <w:rFonts w:cstheme="minorHAnsi"/>
          <w:b/>
          <w:szCs w:val="18"/>
        </w:rPr>
      </w:pPr>
      <w:r w:rsidRPr="001E7FD1">
        <w:rPr>
          <w:rFonts w:cstheme="minorHAnsi"/>
          <w:b/>
          <w:szCs w:val="18"/>
        </w:rPr>
        <w:t>OŚWIADCZENIE O ZACHOWANIU POUFNOŚCI</w:t>
      </w:r>
      <w:r>
        <w:rPr>
          <w:rFonts w:cstheme="minorHAnsi"/>
          <w:b/>
          <w:szCs w:val="18"/>
        </w:rPr>
        <w:t xml:space="preserve">  </w:t>
      </w:r>
    </w:p>
    <w:p w14:paraId="7D4049FA" w14:textId="77777777" w:rsidR="000A3099" w:rsidRDefault="000A3099" w:rsidP="000A3099">
      <w:pPr>
        <w:rPr>
          <w:rFonts w:eastAsia="Calibri" w:cstheme="minorHAnsi"/>
          <w:sz w:val="20"/>
          <w:lang w:eastAsia="pl-PL"/>
        </w:rPr>
      </w:pPr>
    </w:p>
    <w:p w14:paraId="2662F894" w14:textId="444B8733" w:rsidR="000A3099" w:rsidRPr="00E14432" w:rsidRDefault="000A3099" w:rsidP="000A3099">
      <w:pPr>
        <w:rPr>
          <w:rFonts w:eastAsia="Calibri" w:cstheme="minorHAnsi"/>
          <w:b/>
          <w:i/>
          <w:sz w:val="20"/>
          <w:lang w:eastAsia="pl-PL"/>
        </w:rPr>
      </w:pPr>
      <w:r w:rsidRPr="009C2468">
        <w:rPr>
          <w:rFonts w:eastAsia="Calibri" w:cstheme="minorHAnsi"/>
          <w:sz w:val="20"/>
          <w:lang w:eastAsia="pl-PL"/>
        </w:rPr>
        <w:t xml:space="preserve">Dotyczy postępowania </w:t>
      </w:r>
      <w:r>
        <w:rPr>
          <w:rFonts w:eastAsia="Calibri" w:cstheme="minorHAnsi"/>
          <w:sz w:val="20"/>
          <w:lang w:eastAsia="pl-PL"/>
        </w:rPr>
        <w:t>zakupowego</w:t>
      </w:r>
      <w:r w:rsidRPr="009C2468">
        <w:rPr>
          <w:rFonts w:eastAsia="Calibri" w:cstheme="minorHAnsi"/>
          <w:sz w:val="20"/>
          <w:lang w:eastAsia="pl-PL"/>
        </w:rPr>
        <w:t xml:space="preserve"> </w:t>
      </w:r>
      <w:r>
        <w:rPr>
          <w:rFonts w:eastAsia="Calibri" w:cstheme="minorHAnsi"/>
          <w:sz w:val="20"/>
          <w:lang w:eastAsia="pl-PL"/>
        </w:rPr>
        <w:t xml:space="preserve">nr </w:t>
      </w:r>
      <w:r>
        <w:rPr>
          <w:rFonts w:cstheme="minorHAnsi"/>
          <w:b/>
          <w:sz w:val="20"/>
        </w:rPr>
        <w:fldChar w:fldCharType="begin"/>
      </w:r>
      <w:r>
        <w:rPr>
          <w:rFonts w:cstheme="minorHAnsi"/>
          <w:b/>
          <w:sz w:val="20"/>
        </w:rPr>
        <w:instrText xml:space="preserve"> MERGEFIELD nr_postepowania </w:instrText>
      </w:r>
      <w:r>
        <w:rPr>
          <w:rFonts w:cstheme="minorHAnsi"/>
          <w:b/>
          <w:sz w:val="20"/>
        </w:rPr>
        <w:fldChar w:fldCharType="separate"/>
      </w:r>
      <w:r w:rsidR="00493E02" w:rsidRPr="00221141">
        <w:rPr>
          <w:rFonts w:cstheme="minorHAnsi"/>
          <w:b/>
          <w:noProof/>
          <w:sz w:val="20"/>
        </w:rPr>
        <w:t>POST/DYS/OW/GZ/00132/2026</w:t>
      </w:r>
      <w:r>
        <w:rPr>
          <w:rFonts w:cstheme="minorHAnsi"/>
          <w:b/>
          <w:sz w:val="20"/>
        </w:rPr>
        <w:fldChar w:fldCharType="end"/>
      </w:r>
      <w:r>
        <w:rPr>
          <w:rFonts w:cstheme="minorHAnsi"/>
          <w:b/>
          <w:sz w:val="20"/>
        </w:rPr>
        <w:t xml:space="preserve"> </w:t>
      </w:r>
      <w:r w:rsidRPr="009C2468">
        <w:rPr>
          <w:rFonts w:eastAsia="Calibri" w:cstheme="minorHAnsi"/>
          <w:sz w:val="20"/>
          <w:lang w:eastAsia="pl-PL"/>
        </w:rPr>
        <w:t xml:space="preserve">prowadzonego w trybie </w:t>
      </w:r>
      <w:r>
        <w:rPr>
          <w:rFonts w:eastAsia="Calibri" w:cstheme="minorHAnsi"/>
          <w:sz w:val="20"/>
          <w:lang w:eastAsia="pl-PL"/>
        </w:rPr>
        <w:t>przetargu nieograniczonego</w:t>
      </w:r>
      <w:r w:rsidRPr="009C2468">
        <w:rPr>
          <w:rFonts w:eastAsia="Calibri" w:cstheme="minorHAnsi"/>
          <w:sz w:val="20"/>
          <w:lang w:eastAsia="pl-PL"/>
        </w:rPr>
        <w:t xml:space="preserve"> pn.</w:t>
      </w:r>
      <w:r>
        <w:rPr>
          <w:rFonts w:eastAsia="Calibri" w:cstheme="minorHAnsi"/>
          <w:sz w:val="20"/>
          <w:lang w:eastAsia="pl-PL"/>
        </w:rPr>
        <w:t xml:space="preserve">: </w:t>
      </w:r>
      <w:r>
        <w:rPr>
          <w:rFonts w:eastAsia="Calibri" w:cstheme="minorHAnsi"/>
          <w:b/>
          <w:i/>
          <w:sz w:val="20"/>
          <w:lang w:eastAsia="pl-PL"/>
        </w:rPr>
        <w:fldChar w:fldCharType="begin"/>
      </w:r>
      <w:r>
        <w:rPr>
          <w:rFonts w:eastAsia="Calibri" w:cstheme="minorHAnsi"/>
          <w:b/>
          <w:i/>
          <w:sz w:val="20"/>
          <w:lang w:eastAsia="pl-PL"/>
        </w:rPr>
        <w:instrText xml:space="preserve"> MERGEFIELD nazwa_post </w:instrText>
      </w:r>
      <w:r>
        <w:rPr>
          <w:rFonts w:eastAsia="Calibri" w:cstheme="minorHAnsi"/>
          <w:b/>
          <w:i/>
          <w:sz w:val="20"/>
          <w:lang w:eastAsia="pl-PL"/>
        </w:rPr>
        <w:fldChar w:fldCharType="separate"/>
      </w:r>
      <w:r w:rsidR="00493E02" w:rsidRPr="00221141">
        <w:rPr>
          <w:rFonts w:eastAsia="Calibri" w:cstheme="minorHAnsi"/>
          <w:b/>
          <w:i/>
          <w:noProof/>
          <w:sz w:val="20"/>
          <w:lang w:eastAsia="pl-PL"/>
        </w:rPr>
        <w:t>Prace przyłączeniowe w podziale na: ZADANIE 1: Przyłączenia w m. Ostrołęka gm. Ostrołęka. Umowa nr 24-G0/S/00208, D1GI/24PG600467 ZADANIE 2: Przyłączenia w m. Zagościniec gm. Wołomin. Umowa nr 20-G0/S/00544, 20-G0/S/00545 D1GI/21OG300002</w:t>
      </w:r>
      <w:r>
        <w:rPr>
          <w:rFonts w:eastAsia="Calibri" w:cstheme="minorHAnsi"/>
          <w:b/>
          <w:i/>
          <w:sz w:val="20"/>
          <w:lang w:eastAsia="pl-PL"/>
        </w:rPr>
        <w:fldChar w:fldCharType="end"/>
      </w:r>
      <w:r w:rsidRPr="00837E9A">
        <w:rPr>
          <w:rFonts w:eastAsia="Calibri" w:cstheme="minorHAnsi"/>
          <w:b/>
          <w:i/>
          <w:sz w:val="20"/>
          <w:lang w:eastAsia="pl-PL"/>
        </w:rPr>
        <w:t>.</w:t>
      </w:r>
    </w:p>
    <w:p w14:paraId="3DE709E0" w14:textId="77777777" w:rsidR="000A3099" w:rsidRPr="00B67D39" w:rsidRDefault="000A3099" w:rsidP="000A3099">
      <w:pPr>
        <w:jc w:val="center"/>
        <w:rPr>
          <w:rFonts w:eastAsia="Verdana" w:cs="Times New Roman"/>
          <w:szCs w:val="18"/>
        </w:rPr>
      </w:pPr>
    </w:p>
    <w:p w14:paraId="6372B47C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outlineLvl w:val="0"/>
        <w:rPr>
          <w:rFonts w:eastAsia="Calibri" w:cstheme="minorHAnsi"/>
          <w:color w:val="FF0000"/>
          <w:sz w:val="20"/>
        </w:rPr>
      </w:pPr>
      <w:r w:rsidRPr="009C2468">
        <w:rPr>
          <w:rFonts w:eastAsia="Calibri" w:cstheme="minorHAnsi"/>
          <w:sz w:val="20"/>
        </w:rPr>
        <w:t>M</w:t>
      </w:r>
      <w:r w:rsidRPr="009C2468">
        <w:rPr>
          <w:rFonts w:eastAsia="Calibri" w:cstheme="minorHAnsi"/>
          <w:color w:val="000000"/>
          <w:sz w:val="20"/>
        </w:rPr>
        <w:t>ając na uwadze</w:t>
      </w:r>
      <w:r w:rsidRPr="009C2468">
        <w:rPr>
          <w:rFonts w:eastAsia="Calibri" w:cstheme="minorHAnsi"/>
          <w:sz w:val="20"/>
        </w:rPr>
        <w:t xml:space="preserve"> potrzebę zapewnienia ochrony i bezpieczeństwa informacji przekazywanych przez Zamawiającego, oświadczamy niniejszym, iż </w:t>
      </w:r>
      <w:r w:rsidRPr="009C2468">
        <w:rPr>
          <w:rFonts w:eastAsia="Calibri" w:cstheme="minorHAnsi"/>
          <w:b/>
          <w:sz w:val="20"/>
        </w:rPr>
        <w:t>zobowiązujemy się do zachowania w poufności informacji</w:t>
      </w:r>
      <w:r>
        <w:rPr>
          <w:rFonts w:eastAsia="Calibri" w:cstheme="minorHAnsi"/>
          <w:b/>
          <w:sz w:val="20"/>
        </w:rPr>
        <w:t xml:space="preserve"> poufnych</w:t>
      </w:r>
      <w:r w:rsidRPr="009C2468">
        <w:rPr>
          <w:rFonts w:eastAsia="Calibri" w:cstheme="minorHAnsi"/>
          <w:b/>
          <w:sz w:val="20"/>
        </w:rPr>
        <w:t xml:space="preserve"> uzyskanych od Zamawiającego w trakcie prowadzonego postępowania, zarówno w formie pisemnej, dokumentowej</w:t>
      </w:r>
      <w:r>
        <w:rPr>
          <w:rFonts w:eastAsia="Calibri" w:cstheme="minorHAnsi"/>
          <w:b/>
          <w:sz w:val="20"/>
        </w:rPr>
        <w:t>, elektronicznej jak i ustnej,</w:t>
      </w:r>
      <w:r w:rsidRPr="009C2468">
        <w:rPr>
          <w:rFonts w:eastAsia="Calibri" w:cstheme="minorHAnsi"/>
          <w:b/>
          <w:sz w:val="20"/>
        </w:rPr>
        <w:t xml:space="preserve"> a w szczególności do: </w:t>
      </w:r>
    </w:p>
    <w:p w14:paraId="4282D848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30B016D4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Zapewnienia wyżej wymienionym informacjom ochrony przed nieuprawnionym ujawnieniem, upublicznieniem, udostępnieniem lub utratą;  </w:t>
      </w:r>
    </w:p>
    <w:p w14:paraId="6E68803B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ind w:left="357"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3A0C40A2" w14:textId="77777777" w:rsidR="000A3099" w:rsidRPr="009C2468" w:rsidRDefault="000A3099" w:rsidP="000A3099">
      <w:pPr>
        <w:numPr>
          <w:ilvl w:val="1"/>
          <w:numId w:val="32"/>
        </w:numPr>
        <w:autoSpaceDE w:val="0"/>
        <w:autoSpaceDN w:val="0"/>
        <w:adjustRightInd w:val="0"/>
        <w:spacing w:before="120" w:after="120"/>
        <w:contextualSpacing/>
        <w:jc w:val="both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Zapłacenia na rzecz PGE Dystrybucja S.A. kary umownej </w:t>
      </w:r>
      <w:r>
        <w:rPr>
          <w:rFonts w:eastAsia="Calibri" w:cstheme="minorHAnsi"/>
          <w:sz w:val="20"/>
        </w:rPr>
        <w:t>określonej w umowie</w:t>
      </w:r>
      <w:r w:rsidRPr="009C2468">
        <w:rPr>
          <w:rFonts w:eastAsia="Calibri" w:cstheme="minorHAnsi"/>
          <w:sz w:val="20"/>
        </w:rPr>
        <w:t xml:space="preserve"> w przypadku naruszenia zobowiązań niniejszego Oświadczenia o zachowaniu poufności i nieujawnianiu informacji. Zapłata kary umownej nie wyłącza prawa Zamawiającego do dochodzenia odszkodowania na zasadach ogólnych.</w:t>
      </w:r>
    </w:p>
    <w:p w14:paraId="03186198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ind w:left="360"/>
        <w:contextualSpacing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 xml:space="preserve"> </w:t>
      </w:r>
    </w:p>
    <w:p w14:paraId="5964B66B" w14:textId="77777777" w:rsidR="000A3099" w:rsidRPr="009C2468" w:rsidRDefault="000A3099" w:rsidP="000A3099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Zobowiązujemy się dochować powyższych wymogów zarówno w trakcie prowadzenia postępowania, jak i po jego zakończeniu.</w:t>
      </w:r>
    </w:p>
    <w:p w14:paraId="07B71B8A" w14:textId="77777777" w:rsidR="000A3099" w:rsidRDefault="000A3099" w:rsidP="000A3099">
      <w:pPr>
        <w:autoSpaceDE w:val="0"/>
        <w:autoSpaceDN w:val="0"/>
        <w:adjustRightInd w:val="0"/>
        <w:spacing w:before="120" w:after="120"/>
        <w:rPr>
          <w:rFonts w:eastAsia="Calibri" w:cstheme="minorHAnsi"/>
          <w:sz w:val="20"/>
        </w:rPr>
      </w:pPr>
      <w:r w:rsidRPr="009C2468">
        <w:rPr>
          <w:rFonts w:eastAsia="Calibri" w:cstheme="minorHAnsi"/>
          <w:sz w:val="20"/>
        </w:rPr>
        <w:t>Jednocześnie oświadczamy, iż mamy świadomość, że naruszenie powyższego zobowiązania może stanowić czyn nieuczciwej konkurencji w rozumieniu ustawy z dnia 16 kwietnia 1993 r. o zwalczaniu nieuczciwej konkurencji (t.j. Dz. U. 2020, poz. 1913 ze zm</w:t>
      </w:r>
      <w:r w:rsidRPr="007B5C8C">
        <w:rPr>
          <w:rFonts w:eastAsia="Calibri" w:cstheme="minorHAnsi"/>
          <w:sz w:val="20"/>
        </w:rPr>
        <w:t>.).</w:t>
      </w:r>
    </w:p>
    <w:p w14:paraId="16A8407F" w14:textId="77777777" w:rsidR="000A3099" w:rsidRDefault="000A3099" w:rsidP="000A3099">
      <w:pPr>
        <w:rPr>
          <w:rFonts w:cstheme="minorHAnsi"/>
        </w:rPr>
      </w:pPr>
    </w:p>
    <w:p w14:paraId="4FBF06ED" w14:textId="77777777" w:rsidR="000A3099" w:rsidRPr="009C2468" w:rsidRDefault="000A3099" w:rsidP="000A3099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6E79942D" w14:textId="77777777" w:rsidR="000A3099" w:rsidRDefault="000A3099" w:rsidP="000A3099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1E7FD1">
        <w:rPr>
          <w:rFonts w:cstheme="minorHAnsi"/>
          <w:i/>
          <w:sz w:val="16"/>
          <w:szCs w:val="16"/>
        </w:rPr>
        <w:t>Data i podpis osoby/osób umocowanej(ych) do złożenia podpisu w imieniu Podmiotu udostępniającego zasoby</w:t>
      </w:r>
    </w:p>
    <w:p w14:paraId="3F12103F" w14:textId="77550738" w:rsidR="000B53B2" w:rsidRDefault="000B53B2" w:rsidP="000A3099">
      <w:pPr>
        <w:ind w:right="68"/>
        <w:rPr>
          <w:rFonts w:cstheme="minorHAnsi"/>
          <w:i/>
          <w:sz w:val="16"/>
          <w:szCs w:val="16"/>
        </w:rPr>
      </w:pPr>
    </w:p>
    <w:p w14:paraId="73BE78E9" w14:textId="6606BB47" w:rsidR="000A3099" w:rsidRDefault="000A3099" w:rsidP="000A3099">
      <w:pPr>
        <w:ind w:right="68"/>
        <w:rPr>
          <w:rFonts w:cstheme="minorHAnsi"/>
          <w:i/>
          <w:sz w:val="16"/>
          <w:szCs w:val="16"/>
        </w:rPr>
      </w:pPr>
    </w:p>
    <w:p w14:paraId="2B4B8476" w14:textId="77777777" w:rsidR="001F5E25" w:rsidRDefault="001F5E25" w:rsidP="000A3099">
      <w:pPr>
        <w:ind w:right="68"/>
        <w:rPr>
          <w:rFonts w:cstheme="minorHAnsi"/>
          <w:i/>
          <w:sz w:val="16"/>
          <w:szCs w:val="16"/>
        </w:rPr>
      </w:pPr>
    </w:p>
    <w:p w14:paraId="5E9BE20E" w14:textId="77777777" w:rsidR="000B53B2" w:rsidRPr="00535E9B" w:rsidRDefault="000B53B2" w:rsidP="000B53B2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>12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1D3C15C5" w14:textId="77777777" w:rsidR="000B53B2" w:rsidRDefault="000B53B2" w:rsidP="000B53B2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0B53B2" w:rsidRPr="003C16EE" w14:paraId="69FA65EE" w14:textId="77777777" w:rsidTr="00C73AFF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251BE283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9CD7B0E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  <w:p w14:paraId="1AF69C28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01D17CBB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CAACF60" w14:textId="77777777" w:rsidR="000B53B2" w:rsidRPr="003C16EE" w:rsidRDefault="000B53B2" w:rsidP="00C73AFF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FE26D9F" w14:textId="77777777" w:rsidR="000B53B2" w:rsidRPr="003C16EE" w:rsidRDefault="000B53B2" w:rsidP="00C73AFF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942BC7" w14:textId="77777777" w:rsidR="000B53B2" w:rsidRPr="003C16EE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6B6041EA" w14:textId="77777777" w:rsidR="000B53B2" w:rsidRPr="003C16EE" w:rsidRDefault="000B53B2" w:rsidP="00C73AFF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6CD98EE" w14:textId="77777777" w:rsidR="000B53B2" w:rsidRPr="003C16EE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870C417" w14:textId="77777777" w:rsidR="000B53B2" w:rsidRPr="003C16EE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191F9A33" w14:textId="77777777" w:rsidR="000B53B2" w:rsidRPr="000855FF" w:rsidRDefault="000B53B2" w:rsidP="00C73AF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  <w:b/>
              </w:rPr>
              <w:t>Warszawa</w:t>
            </w:r>
          </w:p>
          <w:p w14:paraId="6C6B431B" w14:textId="77777777" w:rsidR="000B53B2" w:rsidRPr="003C16EE" w:rsidRDefault="000B53B2" w:rsidP="00C73AF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Ul. Marsa 95, 04-470 Warszawa</w:t>
            </w:r>
          </w:p>
        </w:tc>
      </w:tr>
    </w:tbl>
    <w:p w14:paraId="462556DE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218262B5" w14:textId="77777777" w:rsidR="000B53B2" w:rsidRPr="00381365" w:rsidRDefault="000B53B2" w:rsidP="000B53B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22118E5A" w14:textId="77777777" w:rsidR="000B53B2" w:rsidRPr="00A62B4C" w:rsidRDefault="000B53B2" w:rsidP="000B53B2">
      <w:pPr>
        <w:jc w:val="both"/>
        <w:rPr>
          <w:rFonts w:ascii="Verdana" w:eastAsia="Verdana" w:hAnsi="Verdana" w:cs="Times New Roman"/>
        </w:rPr>
      </w:pPr>
    </w:p>
    <w:p w14:paraId="168EC8F2" w14:textId="16BC44BC" w:rsidR="000B53B2" w:rsidRPr="00381365" w:rsidRDefault="000B53B2" w:rsidP="000B53B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493E02" w:rsidRPr="00221141">
        <w:rPr>
          <w:rFonts w:cstheme="minorHAnsi"/>
          <w:noProof/>
          <w:lang w:eastAsia="pl-PL"/>
        </w:rPr>
        <w:t>POST/DYS/OW/GZ/00132/2026</w:t>
      </w:r>
      <w:r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MERGEFIELD nazwa_post </w:instrText>
      </w:r>
      <w:r>
        <w:rPr>
          <w:rFonts w:cstheme="minorHAnsi"/>
        </w:rPr>
        <w:fldChar w:fldCharType="separate"/>
      </w:r>
      <w:r w:rsidR="00493E02" w:rsidRPr="00221141">
        <w:rPr>
          <w:rFonts w:cstheme="minorHAnsi"/>
          <w:noProof/>
        </w:rPr>
        <w:t>Prace przyłączeniowe w podziale na: ZADANIE 1: Przyłączenia w m. Ostrołęka gm. Ostrołęka. Umowa nr 24-G0/S/00208, D1GI/24PG600467 ZADANIE 2: Przyłączenia w m. Zagościniec gm. Wołomin. Umowa nr 20-G0/S/00544, 20-G0/S/00545 D1GI/21OG300002</w:t>
      </w:r>
      <w:r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7EBFB2DE" w14:textId="77777777" w:rsidR="000B53B2" w:rsidRDefault="000B53B2" w:rsidP="000B53B2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0B53B2" w:rsidRPr="00381365" w14:paraId="6D64AD03" w14:textId="77777777" w:rsidTr="00C73AFF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B3DEF61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215121D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0B53B2" w:rsidRPr="00381365" w14:paraId="52D6AC52" w14:textId="77777777" w:rsidTr="00C73AFF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3B0F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88BD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4B568FC7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4F66F866" w14:textId="77777777" w:rsidTr="00C73AFF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D9644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655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262E0AF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DF98539" w14:textId="77777777" w:rsidTr="00C73AFF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3F04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4DC1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7E6D9BA8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E35E3E9" w14:textId="77777777" w:rsidTr="00C73AFF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CC05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E6BC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749B8B24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BA1110A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10A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B9FB1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0AFA33C7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7E2F2A4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78BDE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985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50A93F01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0FE7062B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38EC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8A2E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1A60D563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3744727B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452E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1824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584702D4" w14:textId="77777777" w:rsidR="000B53B2" w:rsidRPr="00381365" w:rsidRDefault="000B53B2" w:rsidP="00C73AFF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0B53B2" w:rsidRPr="00381365" w14:paraId="2AA0AEB0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AF0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766F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38623539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0404CE2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6DC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5A75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41681026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2F18C7B7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25417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D5F7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6A4D35E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BB7C905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7C30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2CEF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47EF8B17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5329EAD1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7B296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024E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5A142DB2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0FEFB6BC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3603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BBA6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61F1AFBC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0B53B2" w:rsidRPr="00381365" w14:paraId="4199B807" w14:textId="77777777" w:rsidTr="00C73AFF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124D" w14:textId="77777777" w:rsidR="000B53B2" w:rsidRPr="00381365" w:rsidRDefault="000B53B2" w:rsidP="00C73AFF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032A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48175160" w14:textId="77777777" w:rsidR="000B53B2" w:rsidRPr="00381365" w:rsidRDefault="000B53B2" w:rsidP="00C73AFF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4135AA74" w14:textId="77777777" w:rsidR="000B53B2" w:rsidRDefault="000B53B2" w:rsidP="000B53B2">
      <w:pPr>
        <w:rPr>
          <w:rFonts w:ascii="Verdana" w:eastAsia="Verdana" w:hAnsi="Verdana" w:cs="Times New Roman"/>
        </w:rPr>
      </w:pPr>
    </w:p>
    <w:p w14:paraId="42D8E9AD" w14:textId="77777777" w:rsidR="000B53B2" w:rsidRDefault="000B53B2" w:rsidP="000B53B2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16895AE8" w14:textId="77777777" w:rsidR="000B53B2" w:rsidRDefault="000B53B2" w:rsidP="000B53B2">
      <w:pPr>
        <w:rPr>
          <w:rFonts w:cstheme="minorHAnsi"/>
        </w:rPr>
      </w:pPr>
    </w:p>
    <w:p w14:paraId="2E712D94" w14:textId="77777777" w:rsidR="000B53B2" w:rsidRDefault="000B53B2" w:rsidP="000B53B2">
      <w:pPr>
        <w:rPr>
          <w:rFonts w:cstheme="minorHAnsi"/>
        </w:rPr>
      </w:pPr>
    </w:p>
    <w:p w14:paraId="46EE628D" w14:textId="77777777" w:rsidR="000B53B2" w:rsidRDefault="000B53B2" w:rsidP="000B53B2">
      <w:pPr>
        <w:rPr>
          <w:rFonts w:cstheme="minorHAnsi"/>
        </w:rPr>
      </w:pPr>
    </w:p>
    <w:p w14:paraId="4247A89E" w14:textId="77777777" w:rsidR="000B53B2" w:rsidRDefault="000B53B2" w:rsidP="000B53B2">
      <w:pPr>
        <w:rPr>
          <w:rFonts w:cstheme="minorHAnsi"/>
        </w:rPr>
      </w:pPr>
    </w:p>
    <w:p w14:paraId="521C96BB" w14:textId="77777777" w:rsidR="000B53B2" w:rsidRDefault="000B53B2" w:rsidP="000B53B2">
      <w:pPr>
        <w:rPr>
          <w:rFonts w:cstheme="minorHAnsi"/>
        </w:rPr>
      </w:pPr>
    </w:p>
    <w:p w14:paraId="2DCF5BE7" w14:textId="77777777" w:rsidR="000B53B2" w:rsidRDefault="000B53B2" w:rsidP="000B53B2">
      <w:pPr>
        <w:rPr>
          <w:rFonts w:cstheme="minorHAnsi"/>
        </w:rPr>
      </w:pPr>
    </w:p>
    <w:p w14:paraId="070569D7" w14:textId="77777777" w:rsidR="000B53B2" w:rsidRPr="009C2468" w:rsidRDefault="000B53B2" w:rsidP="000B53B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75BA0411" w14:textId="77777777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7E9E1411" w14:textId="7C3AEB65" w:rsidR="000B53B2" w:rsidRDefault="000B53B2" w:rsidP="000B53B2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5BBFC3B3" w14:textId="77777777" w:rsidR="000B53B2" w:rsidRPr="00A62B4C" w:rsidRDefault="000B53B2" w:rsidP="000B53B2">
      <w:pPr>
        <w:tabs>
          <w:tab w:val="left" w:pos="8509"/>
        </w:tabs>
        <w:ind w:firstLine="5954"/>
        <w:rPr>
          <w:rFonts w:ascii="Verdana" w:eastAsia="Verdana" w:hAnsi="Verdana" w:cs="Times New Roman"/>
        </w:rPr>
      </w:pPr>
    </w:p>
    <w:sectPr w:rsidR="000B53B2" w:rsidRPr="00A62B4C" w:rsidSect="00A62B4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766FA8" w16cid:durableId="2B2F8DD1"/>
  <w16cid:commentId w16cid:paraId="3AA25A57" w16cid:durableId="2B2F8DD2"/>
  <w16cid:commentId w16cid:paraId="43095E1C" w16cid:durableId="2B2F8DD3"/>
  <w16cid:commentId w16cid:paraId="21D22D5E" w16cid:durableId="2B2F8DD4"/>
  <w16cid:commentId w16cid:paraId="07FF5165" w16cid:durableId="2B2F8DD5"/>
  <w16cid:commentId w16cid:paraId="4D58CF28" w16cid:durableId="2B2F8DD6"/>
  <w16cid:commentId w16cid:paraId="5882A3A2" w16cid:durableId="2B2F8DD7"/>
  <w16cid:commentId w16cid:paraId="43CF15D3" w16cid:durableId="2B2F8DD8"/>
  <w16cid:commentId w16cid:paraId="4B878B13" w16cid:durableId="2B2F8DD9"/>
  <w16cid:commentId w16cid:paraId="1D602A17" w16cid:durableId="2B2F8DDA"/>
  <w16cid:commentId w16cid:paraId="3606B038" w16cid:durableId="2B2F8DDB"/>
  <w16cid:commentId w16cid:paraId="69388DA1" w16cid:durableId="2B2F8DDC"/>
  <w16cid:commentId w16cid:paraId="7133DE35" w16cid:durableId="2B2F8DDD"/>
  <w16cid:commentId w16cid:paraId="3112CD14" w16cid:durableId="2B2F8DDE"/>
  <w16cid:commentId w16cid:paraId="7F3E4831" w16cid:durableId="2B2F8DDF"/>
  <w16cid:commentId w16cid:paraId="63AEA59B" w16cid:durableId="2B2F8DE0"/>
  <w16cid:commentId w16cid:paraId="51752D19" w16cid:durableId="2B2F8DE1"/>
  <w16cid:commentId w16cid:paraId="6BFF2286" w16cid:durableId="2B2F8DE2"/>
  <w16cid:commentId w16cid:paraId="2B88BD78" w16cid:durableId="2B2F8DE3"/>
  <w16cid:commentId w16cid:paraId="67EB7F52" w16cid:durableId="2B2F8DE4"/>
  <w16cid:commentId w16cid:paraId="35DC5B67" w16cid:durableId="2B2F8D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617BF" w14:textId="77777777" w:rsidR="00C73AFF" w:rsidRDefault="00C73AFF" w:rsidP="00582CE9">
      <w:pPr>
        <w:spacing w:after="0"/>
      </w:pPr>
      <w:r>
        <w:separator/>
      </w:r>
    </w:p>
  </w:endnote>
  <w:endnote w:type="continuationSeparator" w:id="0">
    <w:p w14:paraId="58927104" w14:textId="77777777" w:rsidR="00C73AFF" w:rsidRDefault="00C73AFF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BADE578" w:rsidR="00C73AFF" w:rsidRDefault="00C73A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E5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73AFF" w:rsidRDefault="00C73A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73AFF" w:rsidRDefault="00C73A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73AFF" w:rsidRDefault="00C73A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A11F3" w14:textId="77777777" w:rsidR="00C73AFF" w:rsidRDefault="00C73AFF" w:rsidP="00582CE9">
      <w:pPr>
        <w:spacing w:after="0"/>
      </w:pPr>
      <w:r>
        <w:separator/>
      </w:r>
    </w:p>
  </w:footnote>
  <w:footnote w:type="continuationSeparator" w:id="0">
    <w:p w14:paraId="5681B395" w14:textId="77777777" w:rsidR="00C73AFF" w:rsidRDefault="00C73AFF" w:rsidP="00582CE9">
      <w:pPr>
        <w:spacing w:after="0"/>
      </w:pPr>
      <w:r>
        <w:continuationSeparator/>
      </w:r>
    </w:p>
  </w:footnote>
  <w:footnote w:id="1">
    <w:p w14:paraId="679895A9" w14:textId="77777777" w:rsidR="00C73AFF" w:rsidRPr="00B67D39" w:rsidRDefault="00C73AFF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C73AFF" w:rsidRPr="00F2601C" w:rsidRDefault="00C73AFF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25EF92C7" w14:textId="77777777" w:rsidR="00C73AFF" w:rsidRPr="00B67D39" w:rsidRDefault="00C73AFF" w:rsidP="00CF1059">
      <w:pPr>
        <w:pStyle w:val="Tekstprzypisudolnego"/>
        <w:ind w:right="-3"/>
        <w:rPr>
          <w:rFonts w:asciiTheme="minorHAnsi" w:hAnsiTheme="minorHAnsi" w:cstheme="minorHAnsi"/>
          <w:sz w:val="16"/>
          <w:szCs w:val="16"/>
        </w:rPr>
      </w:pPr>
      <w:r w:rsidRPr="003D4E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4E66">
        <w:rPr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 xml:space="preserve">Wskazać właściwe. </w:t>
      </w:r>
      <w:r w:rsidRPr="00B67D39">
        <w:rPr>
          <w:rFonts w:asciiTheme="minorHAnsi" w:hAnsiTheme="minorHAnsi" w:cs="Calibri"/>
          <w:sz w:val="16"/>
          <w:szCs w:val="16"/>
        </w:rPr>
        <w:t>Brak wskazania będzie rozumiane jako brak polegania na zasobach podmiotów udostepniających zasoby</w:t>
      </w:r>
    </w:p>
  </w:footnote>
  <w:footnote w:id="4">
    <w:p w14:paraId="72DEB574" w14:textId="77777777" w:rsidR="00C73AFF" w:rsidRPr="001A6201" w:rsidRDefault="00C73AFF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5">
    <w:p w14:paraId="64E4292F" w14:textId="77777777" w:rsidR="00C73AFF" w:rsidRPr="00B67D39" w:rsidRDefault="00C73AFF" w:rsidP="00CF1059">
      <w:pPr>
        <w:pStyle w:val="Tekstprzypisudolnego"/>
        <w:ind w:right="139"/>
        <w:jc w:val="both"/>
        <w:rPr>
          <w:rFonts w:asciiTheme="minorHAnsi" w:hAnsiTheme="minorHAnsi" w:cs="Calibri"/>
          <w:sz w:val="16"/>
          <w:szCs w:val="16"/>
        </w:rPr>
      </w:pPr>
      <w:r w:rsidRPr="00B67D39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B67D39">
        <w:rPr>
          <w:rFonts w:asciiTheme="minorHAnsi" w:hAnsiTheme="minorHAnsi" w:cs="Calibri"/>
          <w:sz w:val="16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6">
    <w:p w14:paraId="200CEEA1" w14:textId="77777777" w:rsidR="00C73AFF" w:rsidRPr="00B67D39" w:rsidRDefault="00C73AFF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7">
    <w:p w14:paraId="2B2B6850" w14:textId="77777777" w:rsidR="00C73AFF" w:rsidRDefault="00C73AFF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8">
    <w:p w14:paraId="1307AD99" w14:textId="77777777" w:rsidR="00C73AFF" w:rsidRPr="00872F1F" w:rsidRDefault="00C73AFF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9B78A3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6F6FC593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2DFB99BB" w14:textId="77777777" w:rsidR="00C73AFF" w:rsidRPr="00872F1F" w:rsidRDefault="00C73AFF" w:rsidP="000B53B2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28456231" w14:textId="77777777" w:rsidR="00C73AFF" w:rsidRPr="00872F1F" w:rsidRDefault="00C73AFF" w:rsidP="000B53B2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9">
    <w:p w14:paraId="08D4C1AE" w14:textId="77777777" w:rsidR="00C73AFF" w:rsidRPr="00872F1F" w:rsidRDefault="00C73AFF" w:rsidP="000B53B2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6516D573" w14:textId="77777777" w:rsidR="00C73AFF" w:rsidRPr="00872F1F" w:rsidRDefault="00C73AFF" w:rsidP="000B53B2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07812F" w14:textId="77777777" w:rsidR="00C73AFF" w:rsidRPr="00872F1F" w:rsidRDefault="00C73AFF" w:rsidP="000B53B2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F3AAD7" w14:textId="77777777" w:rsidR="00C73AFF" w:rsidRPr="00872F1F" w:rsidRDefault="00C73AFF" w:rsidP="000B53B2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73AFF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C73AFF" w:rsidRPr="006E100D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38DFDC46" w:rsidR="00C73AFF" w:rsidRPr="006E100D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493E02" w:rsidRPr="00221141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POST/DYS/OW/GZ/00132/2026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1A19274F" w14:textId="2E22924B" w:rsidR="00C73AFF" w:rsidRPr="006B2C28" w:rsidRDefault="00C73A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493E02" w:rsidRPr="00221141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POST/DYS/OW/GZ/00132/2026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47502FF7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73AFF" w:rsidRPr="006B2C28" w:rsidRDefault="00C73AFF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280DF8A" w:rsidR="00C73AFF" w:rsidRDefault="00C73AFF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73AFF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73AFF" w:rsidRPr="006B2C28" w:rsidRDefault="00C73AFF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73AFF" w:rsidRDefault="00C73A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3"/>
  </w:num>
  <w:num w:numId="4">
    <w:abstractNumId w:val="21"/>
  </w:num>
  <w:num w:numId="5">
    <w:abstractNumId w:val="19"/>
  </w:num>
  <w:num w:numId="6">
    <w:abstractNumId w:val="19"/>
  </w:num>
  <w:num w:numId="7">
    <w:abstractNumId w:val="3"/>
  </w:num>
  <w:num w:numId="8">
    <w:abstractNumId w:val="28"/>
  </w:num>
  <w:num w:numId="9">
    <w:abstractNumId w:val="17"/>
  </w:num>
  <w:num w:numId="10">
    <w:abstractNumId w:val="4"/>
  </w:num>
  <w:num w:numId="11">
    <w:abstractNumId w:val="14"/>
  </w:num>
  <w:num w:numId="12">
    <w:abstractNumId w:val="12"/>
  </w:num>
  <w:num w:numId="13">
    <w:abstractNumId w:val="27"/>
  </w:num>
  <w:num w:numId="14">
    <w:abstractNumId w:val="23"/>
  </w:num>
  <w:num w:numId="15">
    <w:abstractNumId w:val="16"/>
  </w:num>
  <w:num w:numId="16">
    <w:abstractNumId w:val="9"/>
  </w:num>
  <w:num w:numId="17">
    <w:abstractNumId w:val="5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9"/>
  </w:num>
  <w:num w:numId="21">
    <w:abstractNumId w:val="1"/>
  </w:num>
  <w:num w:numId="22">
    <w:abstractNumId w:val="15"/>
  </w:num>
  <w:num w:numId="23">
    <w:abstractNumId w:val="10"/>
  </w:num>
  <w:num w:numId="24">
    <w:abstractNumId w:val="22"/>
  </w:num>
  <w:num w:numId="25">
    <w:abstractNumId w:val="26"/>
  </w:num>
  <w:num w:numId="26">
    <w:abstractNumId w:val="2"/>
  </w:num>
  <w:num w:numId="27">
    <w:abstractNumId w:val="25"/>
  </w:num>
  <w:num w:numId="28">
    <w:abstractNumId w:val="24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1"/>
  </w:num>
  <w:num w:numId="3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97C8B"/>
    <w:rsid w:val="000A3099"/>
    <w:rsid w:val="000B0DBD"/>
    <w:rsid w:val="000B53B2"/>
    <w:rsid w:val="000C47A9"/>
    <w:rsid w:val="000C679C"/>
    <w:rsid w:val="000D42BE"/>
    <w:rsid w:val="000D5886"/>
    <w:rsid w:val="000D6C8E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5E25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5DD6"/>
    <w:rsid w:val="002A3129"/>
    <w:rsid w:val="002A48F7"/>
    <w:rsid w:val="002B5C62"/>
    <w:rsid w:val="002C470F"/>
    <w:rsid w:val="002D4CAD"/>
    <w:rsid w:val="002E308B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66AE9"/>
    <w:rsid w:val="00473D75"/>
    <w:rsid w:val="0047759A"/>
    <w:rsid w:val="004925D9"/>
    <w:rsid w:val="00492AEE"/>
    <w:rsid w:val="00493E02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37A87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2E59"/>
    <w:rsid w:val="00623B01"/>
    <w:rsid w:val="0062483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14C9"/>
    <w:rsid w:val="006A4275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A1CE0"/>
    <w:rsid w:val="007B094C"/>
    <w:rsid w:val="007B0FF0"/>
    <w:rsid w:val="007B50D8"/>
    <w:rsid w:val="007C6687"/>
    <w:rsid w:val="007C67FA"/>
    <w:rsid w:val="007D0675"/>
    <w:rsid w:val="007D1209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2FE3"/>
    <w:rsid w:val="0099653A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1DA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3AFF"/>
    <w:rsid w:val="00C77BCF"/>
    <w:rsid w:val="00C874E6"/>
    <w:rsid w:val="00CB2D26"/>
    <w:rsid w:val="00CB3A6F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9767E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2FB0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gedystrybucja.pl/przetargi/przetargi-zakupow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gedystrybucja.pl/przetargi/przetargi-zakupow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3, 4, 7, 8, 11, 12 do SWZ.docx</dmsv2BaseFileName>
    <dmsv2BaseDisplayName xmlns="http://schemas.microsoft.com/sharepoint/v3">Załącznik nr 3, 4, 7, 8, 11, 12 do SWZ</dmsv2BaseDisplayName>
    <dmsv2SWPP2ObjectNumber xmlns="http://schemas.microsoft.com/sharepoint/v3">POST/DYS/OW/GZ/00132/2026                         </dmsv2SWPP2ObjectNumber>
    <dmsv2SWPP2SumMD5 xmlns="http://schemas.microsoft.com/sharepoint/v3">e502de2e593aab32bdf506d0d084f80c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703798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24150963</dmsv2BaseClientSystemDocumentID>
    <dmsv2BaseModifiedByID xmlns="http://schemas.microsoft.com/sharepoint/v3">11900488</dmsv2BaseModifiedByID>
    <dmsv2BaseCreatedByID xmlns="http://schemas.microsoft.com/sharepoint/v3">11900488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JEUP5JKVCYQC-1092029480-13587</_dlc_DocId>
    <_dlc_DocIdUrl xmlns="a19cb1c7-c5c7-46d4-85ae-d83685407bba">
      <Url>https://swpp2.dms.gkpge.pl/sites/41/_layouts/15/DocIdRedir.aspx?ID=JEUP5JKVCYQC-1092029480-13587</Url>
      <Description>JEUP5JKVCYQC-1092029480-13587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A4E6728-7A81-4E16-82F1-C43BEC840DEA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0888D13-DA31-4EA7-A392-026EF9B2E5A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4A6A263-0A59-436F-9AA2-5627239C238A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10</Pages>
  <Words>3311</Words>
  <Characters>19869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Skomorucha Kamil [PGE Dystr. O.Warszawa]</cp:lastModifiedBy>
  <cp:revision>2</cp:revision>
  <cp:lastPrinted>2024-07-15T11:21:00Z</cp:lastPrinted>
  <dcterms:created xsi:type="dcterms:W3CDTF">2026-01-20T09:03:00Z</dcterms:created>
  <dcterms:modified xsi:type="dcterms:W3CDTF">2026-01-20T09:03:00Z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24e175dd-7929-4a33-a2be-0c8bc7f31153</vt:lpwstr>
  </property>
</Properties>
</file>